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70625" w14:textId="2B0991D8" w:rsidR="00E27915" w:rsidRPr="0089240B" w:rsidRDefault="00F84D15" w:rsidP="00E27915">
      <w:pPr>
        <w:widowControl w:val="0"/>
        <w:tabs>
          <w:tab w:val="left" w:pos="540"/>
          <w:tab w:val="left" w:pos="1260"/>
          <w:tab w:val="left" w:pos="1800"/>
          <w:tab w:val="left" w:pos="2160"/>
          <w:tab w:val="center" w:pos="4680"/>
        </w:tabs>
        <w:jc w:val="center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Fri</w:t>
      </w:r>
      <w:r w:rsidR="005D33D2" w:rsidRPr="0089240B">
        <w:rPr>
          <w:rFonts w:ascii="Times New Roman" w:eastAsia="Times New Roman" w:hAnsi="Times New Roman" w:cs="Times New Roman"/>
          <w:snapToGrid w:val="0"/>
        </w:rPr>
        <w:t>day</w:t>
      </w:r>
      <w:r w:rsidR="00E27915" w:rsidRPr="0089240B">
        <w:rPr>
          <w:rFonts w:ascii="Times New Roman" w:eastAsia="Times New Roman" w:hAnsi="Times New Roman" w:cs="Times New Roman"/>
          <w:snapToGrid w:val="0"/>
        </w:rPr>
        <w:t xml:space="preserve">, July </w:t>
      </w:r>
      <w:r w:rsidR="00D2032D" w:rsidRPr="0089240B">
        <w:rPr>
          <w:rFonts w:ascii="Times New Roman" w:eastAsia="Times New Roman" w:hAnsi="Times New Roman" w:cs="Times New Roman"/>
          <w:snapToGrid w:val="0"/>
        </w:rPr>
        <w:t>2</w:t>
      </w:r>
      <w:r w:rsidRPr="0089240B">
        <w:rPr>
          <w:rFonts w:ascii="Times New Roman" w:eastAsia="Times New Roman" w:hAnsi="Times New Roman" w:cs="Times New Roman"/>
          <w:snapToGrid w:val="0"/>
        </w:rPr>
        <w:t>5</w:t>
      </w:r>
      <w:r w:rsidR="00E27915" w:rsidRPr="0089240B">
        <w:rPr>
          <w:rFonts w:ascii="Times New Roman" w:eastAsia="Times New Roman" w:hAnsi="Times New Roman" w:cs="Times New Roman"/>
          <w:snapToGrid w:val="0"/>
        </w:rPr>
        <w:t>, 202</w:t>
      </w:r>
      <w:r w:rsidRPr="0089240B">
        <w:rPr>
          <w:rFonts w:ascii="Times New Roman" w:eastAsia="Times New Roman" w:hAnsi="Times New Roman" w:cs="Times New Roman"/>
          <w:snapToGrid w:val="0"/>
        </w:rPr>
        <w:t>5</w:t>
      </w:r>
      <w:r w:rsidR="00E27915" w:rsidRPr="0089240B">
        <w:rPr>
          <w:rFonts w:ascii="Times New Roman" w:eastAsia="Times New Roman" w:hAnsi="Times New Roman" w:cs="Times New Roman"/>
          <w:snapToGrid w:val="0"/>
        </w:rPr>
        <w:t xml:space="preserve"> – 1:30 p.m.</w:t>
      </w:r>
    </w:p>
    <w:p w14:paraId="49036B91" w14:textId="77777777" w:rsidR="00E27915" w:rsidRPr="0089240B" w:rsidRDefault="00E27915" w:rsidP="00E27915">
      <w:pPr>
        <w:widowControl w:val="0"/>
        <w:tabs>
          <w:tab w:val="left" w:pos="540"/>
          <w:tab w:val="left" w:pos="1260"/>
          <w:tab w:val="left" w:pos="1800"/>
          <w:tab w:val="left" w:pos="2160"/>
          <w:tab w:val="center" w:pos="4320"/>
          <w:tab w:val="center" w:pos="4680"/>
          <w:tab w:val="right" w:pos="8640"/>
        </w:tabs>
        <w:jc w:val="center"/>
        <w:rPr>
          <w:rFonts w:ascii="Times New Roman" w:eastAsia="Times New Roman" w:hAnsi="Times New Roman" w:cs="Times New Roman"/>
        </w:rPr>
      </w:pPr>
      <w:r w:rsidRPr="0089240B">
        <w:rPr>
          <w:rFonts w:ascii="Times New Roman" w:eastAsia="Times New Roman" w:hAnsi="Times New Roman" w:cs="Times New Roman"/>
        </w:rPr>
        <w:t>Post Hospital Administration Building Board Room</w:t>
      </w:r>
    </w:p>
    <w:p w14:paraId="2342875F" w14:textId="13A38100" w:rsidR="00E27915" w:rsidRPr="0089240B" w:rsidRDefault="00E27915" w:rsidP="00FB4A9C">
      <w:pPr>
        <w:widowControl w:val="0"/>
        <w:tabs>
          <w:tab w:val="left" w:pos="540"/>
          <w:tab w:val="left" w:pos="1260"/>
          <w:tab w:val="left" w:pos="1800"/>
          <w:tab w:val="left" w:pos="2160"/>
          <w:tab w:val="center" w:pos="4320"/>
          <w:tab w:val="center" w:pos="4680"/>
          <w:tab w:val="right" w:pos="8640"/>
          <w:tab w:val="right" w:pos="9360"/>
        </w:tabs>
        <w:jc w:val="center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</w:rPr>
        <w:t>Mackinac Island, Michigan</w:t>
      </w:r>
    </w:p>
    <w:p w14:paraId="4A501E5A" w14:textId="77777777" w:rsidR="00E27915" w:rsidRDefault="00E27915" w:rsidP="00E27915">
      <w:pPr>
        <w:widowControl w:val="0"/>
        <w:tabs>
          <w:tab w:val="left" w:pos="540"/>
          <w:tab w:val="left" w:pos="1260"/>
          <w:tab w:val="left" w:pos="1800"/>
          <w:tab w:val="left" w:pos="2160"/>
          <w:tab w:val="center" w:pos="4680"/>
        </w:tabs>
        <w:jc w:val="center"/>
        <w:rPr>
          <w:rFonts w:ascii="Times New Roman" w:eastAsia="Times New Roman" w:hAnsi="Times New Roman" w:cs="Times New Roman"/>
          <w:b/>
          <w:bCs/>
          <w:snapToGrid w:val="0"/>
        </w:rPr>
      </w:pPr>
      <w:r w:rsidRPr="0089240B">
        <w:rPr>
          <w:rFonts w:ascii="Times New Roman" w:eastAsia="Times New Roman" w:hAnsi="Times New Roman" w:cs="Times New Roman"/>
          <w:b/>
          <w:bCs/>
          <w:snapToGrid w:val="0"/>
        </w:rPr>
        <w:t>A G E N D A</w:t>
      </w:r>
    </w:p>
    <w:p w14:paraId="6F558C3C" w14:textId="77777777" w:rsidR="002B1B70" w:rsidRPr="0089240B" w:rsidRDefault="002B1B70" w:rsidP="00E27915">
      <w:pPr>
        <w:widowControl w:val="0"/>
        <w:tabs>
          <w:tab w:val="left" w:pos="540"/>
          <w:tab w:val="left" w:pos="1260"/>
          <w:tab w:val="left" w:pos="1800"/>
          <w:tab w:val="left" w:pos="2160"/>
          <w:tab w:val="center" w:pos="4680"/>
        </w:tabs>
        <w:jc w:val="center"/>
        <w:rPr>
          <w:rFonts w:ascii="Times New Roman" w:eastAsia="Times New Roman" w:hAnsi="Times New Roman" w:cs="Times New Roman"/>
          <w:b/>
          <w:bCs/>
          <w:snapToGrid w:val="0"/>
        </w:rPr>
      </w:pPr>
    </w:p>
    <w:p w14:paraId="4083A2E9" w14:textId="23B8BEE3" w:rsidR="00E27915" w:rsidRPr="0089240B" w:rsidRDefault="00E27915" w:rsidP="00E37AE4">
      <w:pPr>
        <w:widowControl w:val="0"/>
        <w:numPr>
          <w:ilvl w:val="0"/>
          <w:numId w:val="3"/>
        </w:numPr>
        <w:tabs>
          <w:tab w:val="right" w:leader="dot" w:pos="-115"/>
          <w:tab w:val="right" w:leader="dot" w:pos="271"/>
          <w:tab w:val="left" w:pos="540"/>
          <w:tab w:val="left" w:pos="1260"/>
          <w:tab w:val="left" w:pos="1800"/>
          <w:tab w:val="left" w:pos="189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 xml:space="preserve">Call to </w:t>
      </w:r>
      <w:r w:rsidR="004C727C" w:rsidRPr="0089240B">
        <w:rPr>
          <w:rFonts w:ascii="Times New Roman" w:eastAsia="Times New Roman" w:hAnsi="Times New Roman" w:cs="Times New Roman"/>
          <w:snapToGrid w:val="0"/>
        </w:rPr>
        <w:t>Order</w:t>
      </w:r>
      <w:r w:rsidR="00FB0EF9" w:rsidRPr="0089240B">
        <w:rPr>
          <w:rFonts w:ascii="Times New Roman" w:eastAsia="Times New Roman" w:hAnsi="Times New Roman" w:cs="Times New Roman"/>
          <w:snapToGrid w:val="0"/>
        </w:rPr>
        <w:tab/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FB0EF9" w:rsidRPr="0089240B">
        <w:rPr>
          <w:rFonts w:ascii="Times New Roman" w:eastAsia="Times New Roman" w:hAnsi="Times New Roman" w:cs="Times New Roman"/>
          <w:snapToGrid w:val="0"/>
        </w:rPr>
        <w:t>Loepp</w:t>
      </w:r>
    </w:p>
    <w:p w14:paraId="150DAA53" w14:textId="77777777" w:rsidR="00E27915" w:rsidRPr="0089240B" w:rsidRDefault="00E27915" w:rsidP="00E27915">
      <w:pPr>
        <w:widowControl w:val="0"/>
        <w:tabs>
          <w:tab w:val="right" w:pos="271"/>
          <w:tab w:val="left" w:pos="540"/>
          <w:tab w:val="left" w:pos="1260"/>
          <w:tab w:val="left" w:pos="1800"/>
          <w:tab w:val="left" w:pos="2160"/>
        </w:tabs>
        <w:rPr>
          <w:rFonts w:ascii="Times New Roman" w:eastAsia="Times New Roman" w:hAnsi="Times New Roman" w:cs="Times New Roman"/>
          <w:snapToGrid w:val="0"/>
        </w:rPr>
      </w:pPr>
    </w:p>
    <w:p w14:paraId="266C3B7A" w14:textId="4EED68B4" w:rsidR="00E27915" w:rsidRPr="0089240B" w:rsidRDefault="00E27915" w:rsidP="00FB0EF9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right" w:leader="dot" w:pos="9360"/>
        </w:tabs>
        <w:ind w:left="86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II.</w:t>
      </w:r>
      <w:r w:rsidRPr="0089240B">
        <w:rPr>
          <w:rFonts w:ascii="Times New Roman" w:eastAsia="Times New Roman" w:hAnsi="Times New Roman" w:cs="Times New Roman"/>
          <w:snapToGrid w:val="0"/>
        </w:rPr>
        <w:tab/>
        <w:t>Approval of the Agenda</w:t>
      </w:r>
      <w:bookmarkStart w:id="0" w:name="_Hlk74055951"/>
      <w:r w:rsidRPr="0089240B">
        <w:rPr>
          <w:rFonts w:ascii="Times New Roman" w:eastAsia="Times New Roman" w:hAnsi="Times New Roman" w:cs="Times New Roman"/>
          <w:snapToGrid w:val="0"/>
        </w:rPr>
        <w:tab/>
      </w:r>
      <w:bookmarkEnd w:id="0"/>
      <w:r w:rsidR="00F84D15" w:rsidRPr="0089240B">
        <w:rPr>
          <w:rFonts w:ascii="Times New Roman" w:eastAsia="Times New Roman" w:hAnsi="Times New Roman" w:cs="Times New Roman"/>
          <w:snapToGrid w:val="0"/>
        </w:rPr>
        <w:t>Pierce</w:t>
      </w:r>
    </w:p>
    <w:p w14:paraId="70D93AD3" w14:textId="77777777" w:rsidR="00E27915" w:rsidRPr="0089240B" w:rsidRDefault="00E27915" w:rsidP="00E27915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right" w:leader="dot" w:pos="9360"/>
        </w:tabs>
        <w:ind w:left="90"/>
        <w:rPr>
          <w:rFonts w:ascii="Times New Roman" w:eastAsia="Times New Roman" w:hAnsi="Times New Roman" w:cs="Times New Roman"/>
          <w:snapToGrid w:val="0"/>
        </w:rPr>
      </w:pPr>
    </w:p>
    <w:p w14:paraId="7EAAF8F4" w14:textId="2F159194" w:rsidR="00E27915" w:rsidRPr="0089240B" w:rsidRDefault="007F65FB" w:rsidP="007F65FB">
      <w:pPr>
        <w:widowControl w:val="0"/>
        <w:tabs>
          <w:tab w:val="left" w:pos="-1152"/>
          <w:tab w:val="left" w:pos="-720"/>
          <w:tab w:val="right" w:pos="271"/>
          <w:tab w:val="left" w:pos="54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III.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E27915" w:rsidRPr="0089240B">
        <w:rPr>
          <w:rFonts w:ascii="Times New Roman" w:eastAsia="Times New Roman" w:hAnsi="Times New Roman" w:cs="Times New Roman"/>
          <w:snapToGrid w:val="0"/>
        </w:rPr>
        <w:t>Secretary’s Report Approval of Minutes of May 2</w:t>
      </w:r>
      <w:r w:rsidR="00F84D15" w:rsidRPr="0089240B">
        <w:rPr>
          <w:rFonts w:ascii="Times New Roman" w:eastAsia="Times New Roman" w:hAnsi="Times New Roman" w:cs="Times New Roman"/>
          <w:snapToGrid w:val="0"/>
        </w:rPr>
        <w:t>3</w:t>
      </w:r>
      <w:r w:rsidR="00E27915" w:rsidRPr="0089240B">
        <w:rPr>
          <w:rFonts w:ascii="Times New Roman" w:eastAsia="Times New Roman" w:hAnsi="Times New Roman" w:cs="Times New Roman"/>
          <w:snapToGrid w:val="0"/>
        </w:rPr>
        <w:t>, 202</w:t>
      </w:r>
      <w:bookmarkStart w:id="1" w:name="_Hlk11923150"/>
      <w:r w:rsidR="00F84D15" w:rsidRPr="0089240B">
        <w:rPr>
          <w:rFonts w:ascii="Times New Roman" w:eastAsia="Times New Roman" w:hAnsi="Times New Roman" w:cs="Times New Roman"/>
          <w:snapToGrid w:val="0"/>
        </w:rPr>
        <w:t>5</w:t>
      </w:r>
      <w:r w:rsidR="00E27915" w:rsidRPr="0089240B">
        <w:rPr>
          <w:rFonts w:ascii="Times New Roman" w:eastAsia="Times New Roman" w:hAnsi="Times New Roman" w:cs="Times New Roman"/>
          <w:snapToGrid w:val="0"/>
        </w:rPr>
        <w:tab/>
      </w:r>
      <w:bookmarkEnd w:id="1"/>
      <w:r w:rsidR="00F84D15" w:rsidRPr="0089240B">
        <w:rPr>
          <w:rFonts w:ascii="Times New Roman" w:eastAsia="Times New Roman" w:hAnsi="Times New Roman" w:cs="Times New Roman"/>
          <w:snapToGrid w:val="0"/>
        </w:rPr>
        <w:t>Pierce</w:t>
      </w:r>
    </w:p>
    <w:p w14:paraId="2580E2F6" w14:textId="77777777" w:rsidR="00E27915" w:rsidRPr="0089240B" w:rsidRDefault="00E27915" w:rsidP="00E27915">
      <w:pPr>
        <w:widowControl w:val="0"/>
        <w:tabs>
          <w:tab w:val="left" w:pos="-1152"/>
          <w:tab w:val="left" w:pos="-720"/>
          <w:tab w:val="right" w:pos="271"/>
          <w:tab w:val="left" w:pos="54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</w:p>
    <w:p w14:paraId="5C8FB40F" w14:textId="193F6A99" w:rsidR="00E27915" w:rsidRPr="0089240B" w:rsidRDefault="007F65FB" w:rsidP="007F65FB">
      <w:pPr>
        <w:widowControl w:val="0"/>
        <w:tabs>
          <w:tab w:val="left" w:pos="-1152"/>
          <w:tab w:val="left" w:pos="-720"/>
          <w:tab w:val="right" w:pos="271"/>
          <w:tab w:val="left" w:pos="540"/>
          <w:tab w:val="left" w:pos="1080"/>
          <w:tab w:val="left" w:pos="1260"/>
          <w:tab w:val="left" w:pos="180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IV.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E27915" w:rsidRPr="0089240B">
        <w:rPr>
          <w:rFonts w:ascii="Times New Roman" w:eastAsia="Times New Roman" w:hAnsi="Times New Roman" w:cs="Times New Roman"/>
          <w:snapToGrid w:val="0"/>
        </w:rPr>
        <w:t>Director’s Report</w:t>
      </w:r>
      <w:r w:rsidR="00E27915" w:rsidRPr="0089240B">
        <w:rPr>
          <w:rFonts w:ascii="Times New Roman" w:eastAsia="Times New Roman" w:hAnsi="Times New Roman" w:cs="Times New Roman"/>
          <w:snapToGrid w:val="0"/>
        </w:rPr>
        <w:tab/>
      </w:r>
      <w:r w:rsidR="00E37AE4" w:rsidRPr="0089240B">
        <w:rPr>
          <w:rFonts w:ascii="Times New Roman" w:eastAsia="Times New Roman" w:hAnsi="Times New Roman" w:cs="Times New Roman"/>
          <w:snapToGrid w:val="0"/>
        </w:rPr>
        <w:t>Brisson</w:t>
      </w:r>
    </w:p>
    <w:p w14:paraId="0FFB823D" w14:textId="77777777" w:rsidR="00E27915" w:rsidRPr="0089240B" w:rsidRDefault="00E27915" w:rsidP="00E27915">
      <w:pPr>
        <w:widowControl w:val="0"/>
        <w:tabs>
          <w:tab w:val="left" w:pos="-1152"/>
          <w:tab w:val="left" w:pos="-720"/>
          <w:tab w:val="right" w:pos="271"/>
          <w:tab w:val="left" w:pos="540"/>
          <w:tab w:val="left" w:pos="1080"/>
          <w:tab w:val="left" w:pos="1260"/>
          <w:tab w:val="left" w:pos="180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</w:p>
    <w:p w14:paraId="35A32B6E" w14:textId="28A72967" w:rsidR="00E27915" w:rsidRPr="0089240B" w:rsidRDefault="003E1D91" w:rsidP="00CC1BA4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 xml:space="preserve"> </w:t>
      </w:r>
      <w:r w:rsidR="007F65FB" w:rsidRPr="0089240B">
        <w:rPr>
          <w:rFonts w:ascii="Times New Roman" w:eastAsia="Times New Roman" w:hAnsi="Times New Roman" w:cs="Times New Roman"/>
          <w:snapToGrid w:val="0"/>
        </w:rPr>
        <w:t>V.</w:t>
      </w:r>
      <w:r w:rsidR="00CC1BA4" w:rsidRPr="0089240B">
        <w:rPr>
          <w:rFonts w:ascii="Times New Roman" w:eastAsia="Times New Roman" w:hAnsi="Times New Roman" w:cs="Times New Roman"/>
          <w:snapToGrid w:val="0"/>
        </w:rPr>
        <w:tab/>
      </w:r>
      <w:r w:rsidR="00746C0F" w:rsidRPr="0089240B">
        <w:rPr>
          <w:rFonts w:ascii="Times New Roman" w:eastAsia="Times New Roman" w:hAnsi="Times New Roman" w:cs="Times New Roman"/>
          <w:snapToGrid w:val="0"/>
        </w:rPr>
        <w:t>Attorney General Report</w:t>
      </w:r>
      <w:r w:rsidR="00746C0F" w:rsidRPr="0089240B">
        <w:rPr>
          <w:rFonts w:ascii="Times New Roman" w:eastAsia="Times New Roman" w:hAnsi="Times New Roman" w:cs="Times New Roman"/>
          <w:snapToGrid w:val="0"/>
        </w:rPr>
        <w:tab/>
        <w:t>Nate Gambill</w:t>
      </w:r>
    </w:p>
    <w:p w14:paraId="4FC5E477" w14:textId="77777777" w:rsidR="00E27915" w:rsidRPr="0089240B" w:rsidRDefault="00E27915" w:rsidP="00E27915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left" w:pos="2160"/>
          <w:tab w:val="right" w:leader="dot" w:pos="9360"/>
        </w:tabs>
        <w:ind w:left="288"/>
        <w:rPr>
          <w:rFonts w:ascii="Times New Roman" w:eastAsia="Times New Roman" w:hAnsi="Times New Roman" w:cs="Times New Roman"/>
          <w:snapToGrid w:val="0"/>
        </w:rPr>
      </w:pPr>
    </w:p>
    <w:p w14:paraId="75DA8A56" w14:textId="10B4E2CD" w:rsidR="00E27915" w:rsidRDefault="003E1D91" w:rsidP="00836267">
      <w:pPr>
        <w:widowControl w:val="0"/>
        <w:tabs>
          <w:tab w:val="left" w:pos="-1152"/>
          <w:tab w:val="left" w:pos="-720"/>
          <w:tab w:val="left" w:pos="540"/>
          <w:tab w:val="left" w:pos="720"/>
          <w:tab w:val="left" w:pos="1080"/>
          <w:tab w:val="left" w:pos="1260"/>
          <w:tab w:val="left" w:pos="1800"/>
          <w:tab w:val="left" w:pos="2160"/>
          <w:tab w:val="right" w:leader="dot" w:pos="9360"/>
        </w:tabs>
        <w:ind w:left="-90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 xml:space="preserve"> </w:t>
      </w:r>
      <w:r w:rsidR="00746C0F" w:rsidRPr="0089240B">
        <w:rPr>
          <w:rFonts w:ascii="Times New Roman" w:eastAsia="Times New Roman" w:hAnsi="Times New Roman" w:cs="Times New Roman"/>
          <w:snapToGrid w:val="0"/>
        </w:rPr>
        <w:t>V</w:t>
      </w:r>
      <w:r w:rsidR="0063704D" w:rsidRPr="0089240B">
        <w:rPr>
          <w:rFonts w:ascii="Times New Roman" w:eastAsia="Times New Roman" w:hAnsi="Times New Roman" w:cs="Times New Roman"/>
          <w:snapToGrid w:val="0"/>
        </w:rPr>
        <w:t>I</w:t>
      </w:r>
      <w:r w:rsidR="00746C0F" w:rsidRPr="0089240B">
        <w:rPr>
          <w:rFonts w:ascii="Times New Roman" w:eastAsia="Times New Roman" w:hAnsi="Times New Roman" w:cs="Times New Roman"/>
          <w:snapToGrid w:val="0"/>
        </w:rPr>
        <w:t>.</w:t>
      </w:r>
      <w:r w:rsidR="00746C0F" w:rsidRPr="0089240B">
        <w:rPr>
          <w:rFonts w:ascii="Times New Roman" w:eastAsia="Times New Roman" w:hAnsi="Times New Roman" w:cs="Times New Roman"/>
          <w:snapToGrid w:val="0"/>
        </w:rPr>
        <w:tab/>
      </w:r>
      <w:r w:rsidR="00E27915" w:rsidRPr="0089240B">
        <w:rPr>
          <w:rFonts w:ascii="Times New Roman" w:eastAsia="Times New Roman" w:hAnsi="Times New Roman" w:cs="Times New Roman"/>
          <w:snapToGrid w:val="0"/>
        </w:rPr>
        <w:t>New Business</w:t>
      </w:r>
    </w:p>
    <w:p w14:paraId="3AE77826" w14:textId="545EEB09" w:rsidR="009641A0" w:rsidRPr="0089240B" w:rsidRDefault="009641A0" w:rsidP="00836267">
      <w:pPr>
        <w:widowControl w:val="0"/>
        <w:tabs>
          <w:tab w:val="left" w:pos="-1152"/>
          <w:tab w:val="left" w:pos="-720"/>
          <w:tab w:val="left" w:pos="540"/>
          <w:tab w:val="left" w:pos="720"/>
          <w:tab w:val="left" w:pos="1080"/>
          <w:tab w:val="left" w:pos="1260"/>
          <w:tab w:val="left" w:pos="1800"/>
          <w:tab w:val="left" w:pos="2160"/>
          <w:tab w:val="right" w:leader="dot" w:pos="9360"/>
        </w:tabs>
        <w:ind w:left="-90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ab/>
        <w:t>A.</w:t>
      </w:r>
      <w:r>
        <w:rPr>
          <w:rFonts w:ascii="Times New Roman" w:eastAsia="Times New Roman" w:hAnsi="Times New Roman" w:cs="Times New Roman"/>
          <w:snapToGrid w:val="0"/>
        </w:rPr>
        <w:tab/>
      </w:r>
      <w:r w:rsidRPr="009641A0">
        <w:rPr>
          <w:rFonts w:ascii="Times New Roman" w:eastAsia="Times New Roman" w:hAnsi="Times New Roman" w:cs="Times New Roman"/>
        </w:rPr>
        <w:t xml:space="preserve">Michilimackinac Pageant </w:t>
      </w:r>
      <w:r w:rsidR="00E70971">
        <w:rPr>
          <w:rFonts w:ascii="Times New Roman" w:eastAsia="Times New Roman" w:hAnsi="Times New Roman" w:cs="Times New Roman"/>
        </w:rPr>
        <w:t>Presentation</w:t>
      </w:r>
      <w:r w:rsidRPr="009641A0">
        <w:rPr>
          <w:rFonts w:ascii="Times New Roman" w:eastAsia="Times New Roman" w:hAnsi="Times New Roman" w:cs="Times New Roman"/>
        </w:rPr>
        <w:tab/>
      </w:r>
      <w:r w:rsidR="009D176E">
        <w:rPr>
          <w:rFonts w:ascii="Times New Roman" w:eastAsia="Times New Roman" w:hAnsi="Times New Roman" w:cs="Times New Roman"/>
        </w:rPr>
        <w:t>Mae Wright</w:t>
      </w:r>
    </w:p>
    <w:p w14:paraId="5FCAA5A3" w14:textId="7FF22F7F" w:rsidR="006A4067" w:rsidRPr="0089240B" w:rsidRDefault="00073D9E" w:rsidP="006A4067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left" w:pos="2160"/>
          <w:tab w:val="right" w:leader="dot" w:pos="9360"/>
        </w:tabs>
        <w:ind w:left="720" w:hanging="180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>B</w:t>
      </w:r>
      <w:r w:rsidR="00E27915" w:rsidRPr="0089240B">
        <w:rPr>
          <w:rFonts w:ascii="Times New Roman" w:eastAsia="Times New Roman" w:hAnsi="Times New Roman" w:cs="Times New Roman"/>
          <w:snapToGrid w:val="0"/>
        </w:rPr>
        <w:t>.</w:t>
      </w:r>
      <w:r w:rsidR="00E25D51" w:rsidRPr="0089240B">
        <w:rPr>
          <w:rFonts w:ascii="Times New Roman" w:eastAsia="Times New Roman" w:hAnsi="Times New Roman" w:cs="Times New Roman"/>
          <w:snapToGrid w:val="0"/>
        </w:rPr>
        <w:tab/>
      </w:r>
      <w:r w:rsidR="006A4067" w:rsidRPr="0089240B">
        <w:rPr>
          <w:rFonts w:ascii="Times New Roman" w:eastAsia="Times New Roman" w:hAnsi="Times New Roman" w:cs="Times New Roman"/>
          <w:snapToGrid w:val="0"/>
        </w:rPr>
        <w:t>Policy</w:t>
      </w:r>
      <w:r w:rsidR="006A4067" w:rsidRPr="0089240B">
        <w:rPr>
          <w:rFonts w:ascii="Times New Roman" w:eastAsia="Times New Roman" w:hAnsi="Times New Roman" w:cs="Times New Roman"/>
          <w:snapToGrid w:val="0"/>
        </w:rPr>
        <w:tab/>
        <w:t>Update</w:t>
      </w:r>
      <w:r w:rsidR="006A4067" w:rsidRPr="0089240B">
        <w:rPr>
          <w:rFonts w:ascii="Times New Roman" w:eastAsia="Times New Roman" w:hAnsi="Times New Roman" w:cs="Times New Roman"/>
          <w:snapToGrid w:val="0"/>
        </w:rPr>
        <w:tab/>
        <w:t>Brisson</w:t>
      </w:r>
    </w:p>
    <w:p w14:paraId="7C4138F3" w14:textId="77777777" w:rsidR="006A4067" w:rsidRPr="0089240B" w:rsidRDefault="006A4067" w:rsidP="006A4067">
      <w:pPr>
        <w:widowControl w:val="0"/>
        <w:numPr>
          <w:ilvl w:val="0"/>
          <w:numId w:val="4"/>
        </w:numPr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2160"/>
          <w:tab w:val="right" w:leader="dot" w:pos="9360"/>
        </w:tabs>
        <w:snapToGrid w:val="0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Admission Fees</w:t>
      </w:r>
    </w:p>
    <w:p w14:paraId="5477BE30" w14:textId="0967CEB3" w:rsidR="0081501A" w:rsidRPr="0089240B" w:rsidRDefault="00007891" w:rsidP="0081501A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2160"/>
          <w:tab w:val="right" w:leader="dot" w:pos="9360"/>
        </w:tabs>
        <w:snapToGrid w:val="0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073D9E">
        <w:rPr>
          <w:rFonts w:ascii="Times New Roman" w:eastAsia="Times New Roman" w:hAnsi="Times New Roman" w:cs="Times New Roman"/>
          <w:snapToGrid w:val="0"/>
        </w:rPr>
        <w:t>C</w:t>
      </w:r>
      <w:r w:rsidRPr="0089240B">
        <w:rPr>
          <w:rFonts w:ascii="Times New Roman" w:eastAsia="Times New Roman" w:hAnsi="Times New Roman" w:cs="Times New Roman"/>
          <w:snapToGrid w:val="0"/>
        </w:rPr>
        <w:t>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81501A" w:rsidRPr="0089240B">
        <w:rPr>
          <w:rFonts w:ascii="Times New Roman" w:eastAsia="Times New Roman" w:hAnsi="Times New Roman" w:cs="Times New Roman"/>
          <w:snapToGrid w:val="0"/>
        </w:rPr>
        <w:t>Sublease Request</w:t>
      </w:r>
      <w:r w:rsidR="00A742BE" w:rsidRPr="0089240B">
        <w:rPr>
          <w:rFonts w:ascii="Times New Roman" w:eastAsia="Times New Roman" w:hAnsi="Times New Roman" w:cs="Times New Roman"/>
          <w:snapToGrid w:val="0"/>
        </w:rPr>
        <w:tab/>
        <w:t>Brisson</w:t>
      </w:r>
    </w:p>
    <w:p w14:paraId="1A04123E" w14:textId="33D965A5" w:rsidR="0081501A" w:rsidRPr="0089240B" w:rsidRDefault="0081501A" w:rsidP="0081501A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2160"/>
          <w:tab w:val="right" w:leader="dot" w:pos="9360"/>
        </w:tabs>
        <w:snapToGrid w:val="0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ab/>
      </w:r>
      <w:r w:rsidRPr="0089240B">
        <w:rPr>
          <w:rFonts w:ascii="Times New Roman" w:eastAsia="Times New Roman" w:hAnsi="Times New Roman" w:cs="Times New Roman"/>
          <w:snapToGrid w:val="0"/>
        </w:rPr>
        <w:tab/>
        <w:t>1.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59538F" w:rsidRPr="0089240B">
        <w:rPr>
          <w:rFonts w:ascii="Times New Roman" w:eastAsia="Times New Roman" w:hAnsi="Times New Roman" w:cs="Times New Roman"/>
          <w:snapToGrid w:val="0"/>
        </w:rPr>
        <w:t>Allen</w:t>
      </w:r>
      <w:r w:rsidR="002C41A2" w:rsidRPr="0089240B">
        <w:rPr>
          <w:rFonts w:ascii="Times New Roman" w:eastAsia="Times New Roman" w:hAnsi="Times New Roman" w:cs="Times New Roman"/>
          <w:snapToGrid w:val="0"/>
        </w:rPr>
        <w:t xml:space="preserve"> – SPL</w:t>
      </w:r>
      <w:r w:rsidR="007651A3" w:rsidRPr="0089240B">
        <w:rPr>
          <w:rFonts w:ascii="Times New Roman" w:eastAsia="Times New Roman" w:hAnsi="Times New Roman" w:cs="Times New Roman"/>
          <w:snapToGrid w:val="0"/>
        </w:rPr>
        <w:t xml:space="preserve"> </w:t>
      </w:r>
      <w:r w:rsidR="002C41A2" w:rsidRPr="0089240B">
        <w:rPr>
          <w:rFonts w:ascii="Times New Roman" w:eastAsia="Times New Roman" w:hAnsi="Times New Roman" w:cs="Times New Roman"/>
          <w:snapToGrid w:val="0"/>
        </w:rPr>
        <w:t>2, Lot 16</w:t>
      </w:r>
    </w:p>
    <w:p w14:paraId="586667E7" w14:textId="0D5E3965" w:rsidR="00E27915" w:rsidRPr="0089240B" w:rsidRDefault="00E27915" w:rsidP="000B1105">
      <w:pPr>
        <w:widowControl w:val="0"/>
        <w:tabs>
          <w:tab w:val="left" w:pos="-1152"/>
          <w:tab w:val="left" w:pos="-720"/>
          <w:tab w:val="left" w:pos="540"/>
          <w:tab w:val="left" w:pos="810"/>
          <w:tab w:val="left" w:pos="108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</w:rPr>
        <w:tab/>
      </w:r>
      <w:r w:rsidR="00073D9E">
        <w:rPr>
          <w:rFonts w:ascii="Times New Roman" w:eastAsia="Times New Roman" w:hAnsi="Times New Roman" w:cs="Times New Roman"/>
        </w:rPr>
        <w:t>D</w:t>
      </w:r>
      <w:r w:rsidR="00B062E7" w:rsidRPr="0089240B">
        <w:rPr>
          <w:rFonts w:ascii="Times New Roman" w:eastAsia="Times New Roman" w:hAnsi="Times New Roman" w:cs="Times New Roman"/>
        </w:rPr>
        <w:t>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0B1105" w:rsidRPr="0089240B">
        <w:rPr>
          <w:rFonts w:ascii="Times New Roman" w:eastAsia="Times New Roman" w:hAnsi="Times New Roman" w:cs="Times New Roman"/>
          <w:snapToGrid w:val="0"/>
        </w:rPr>
        <w:tab/>
      </w:r>
      <w:r w:rsidRPr="0089240B">
        <w:rPr>
          <w:rFonts w:ascii="Times New Roman" w:eastAsia="Times New Roman" w:hAnsi="Times New Roman" w:cs="Times New Roman"/>
          <w:snapToGrid w:val="0"/>
        </w:rPr>
        <w:t xml:space="preserve">Use Permit </w:t>
      </w:r>
      <w:r w:rsidR="0013732F">
        <w:rPr>
          <w:rFonts w:ascii="Times New Roman" w:eastAsia="Times New Roman" w:hAnsi="Times New Roman" w:cs="Times New Roman"/>
          <w:snapToGrid w:val="0"/>
        </w:rPr>
        <w:t xml:space="preserve">Renewal </w:t>
      </w:r>
      <w:r w:rsidRPr="0089240B">
        <w:rPr>
          <w:rFonts w:ascii="Times New Roman" w:eastAsia="Times New Roman" w:hAnsi="Times New Roman" w:cs="Times New Roman"/>
          <w:snapToGrid w:val="0"/>
        </w:rPr>
        <w:t>Re</w:t>
      </w:r>
      <w:r w:rsidR="00E25D51" w:rsidRPr="0089240B">
        <w:rPr>
          <w:rFonts w:ascii="Times New Roman" w:eastAsia="Times New Roman" w:hAnsi="Times New Roman" w:cs="Times New Roman"/>
          <w:snapToGrid w:val="0"/>
        </w:rPr>
        <w:t>quests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E37AE4" w:rsidRPr="0089240B">
        <w:rPr>
          <w:rFonts w:ascii="Times New Roman" w:eastAsia="Times New Roman" w:hAnsi="Times New Roman" w:cs="Times New Roman"/>
          <w:snapToGrid w:val="0"/>
        </w:rPr>
        <w:t>Brisson</w:t>
      </w:r>
    </w:p>
    <w:p w14:paraId="71F6DF91" w14:textId="42C7A4D0" w:rsidR="00195C2E" w:rsidRPr="0089240B" w:rsidRDefault="00E27915" w:rsidP="00310B23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ab/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C0547D" w:rsidRPr="0089240B">
        <w:rPr>
          <w:rFonts w:ascii="Times New Roman" w:eastAsia="Times New Roman" w:hAnsi="Times New Roman" w:cs="Times New Roman"/>
          <w:snapToGrid w:val="0"/>
        </w:rPr>
        <w:t>1</w:t>
      </w:r>
      <w:r w:rsidRPr="0089240B">
        <w:rPr>
          <w:rFonts w:ascii="Times New Roman" w:eastAsia="Times New Roman" w:hAnsi="Times New Roman" w:cs="Times New Roman"/>
          <w:bCs/>
          <w:snapToGrid w:val="0"/>
        </w:rPr>
        <w:t>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416889" w:rsidRPr="0089240B">
        <w:rPr>
          <w:rFonts w:ascii="Times New Roman" w:eastAsia="Times New Roman" w:hAnsi="Times New Roman" w:cs="Times New Roman"/>
          <w:snapToGrid w:val="0"/>
        </w:rPr>
        <w:t xml:space="preserve">Brandonisio </w:t>
      </w:r>
      <w:r w:rsidR="002137C2" w:rsidRPr="0089240B">
        <w:rPr>
          <w:rFonts w:ascii="Times New Roman" w:eastAsia="Times New Roman" w:hAnsi="Times New Roman" w:cs="Times New Roman"/>
          <w:snapToGrid w:val="0"/>
        </w:rPr>
        <w:t>–</w:t>
      </w:r>
      <w:r w:rsidR="00416889" w:rsidRPr="0089240B">
        <w:rPr>
          <w:rFonts w:ascii="Times New Roman" w:eastAsia="Times New Roman" w:hAnsi="Times New Roman" w:cs="Times New Roman"/>
          <w:snapToGrid w:val="0"/>
        </w:rPr>
        <w:t xml:space="preserve"> </w:t>
      </w:r>
      <w:r w:rsidR="002137C2" w:rsidRPr="0089240B">
        <w:rPr>
          <w:rFonts w:ascii="Times New Roman" w:eastAsia="Times New Roman" w:hAnsi="Times New Roman" w:cs="Times New Roman"/>
          <w:snapToGrid w:val="0"/>
        </w:rPr>
        <w:t>Parcel E</w:t>
      </w:r>
    </w:p>
    <w:p w14:paraId="4BF056E5" w14:textId="5AA4D16A" w:rsidR="00310B23" w:rsidRPr="00CD37BA" w:rsidRDefault="00416889" w:rsidP="00310B23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ab/>
      </w:r>
      <w:r w:rsidRPr="0089240B">
        <w:rPr>
          <w:rFonts w:ascii="Times New Roman" w:eastAsia="Times New Roman" w:hAnsi="Times New Roman" w:cs="Times New Roman"/>
          <w:snapToGrid w:val="0"/>
        </w:rPr>
        <w:tab/>
        <w:t>2.</w:t>
      </w:r>
      <w:r w:rsidRPr="0089240B">
        <w:rPr>
          <w:rFonts w:ascii="Times New Roman" w:eastAsia="Times New Roman" w:hAnsi="Times New Roman" w:cs="Times New Roman"/>
          <w:snapToGrid w:val="0"/>
        </w:rPr>
        <w:tab/>
      </w:r>
      <w:r w:rsidR="00F84D15" w:rsidRPr="0089240B">
        <w:rPr>
          <w:rFonts w:ascii="Times New Roman" w:eastAsia="Times New Roman" w:hAnsi="Times New Roman" w:cs="Times New Roman"/>
          <w:snapToGrid w:val="0"/>
        </w:rPr>
        <w:t>Callewaert – Septic</w:t>
      </w:r>
      <w:r w:rsidR="0013732F">
        <w:rPr>
          <w:rFonts w:ascii="Times New Roman" w:eastAsia="Times New Roman" w:hAnsi="Times New Roman" w:cs="Times New Roman"/>
          <w:snapToGrid w:val="0"/>
        </w:rPr>
        <w:t xml:space="preserve"> Drain</w:t>
      </w:r>
      <w:r w:rsidR="00F84D15" w:rsidRPr="0089240B">
        <w:rPr>
          <w:rFonts w:ascii="Times New Roman" w:eastAsia="Times New Roman" w:hAnsi="Times New Roman" w:cs="Times New Roman"/>
          <w:snapToGrid w:val="0"/>
        </w:rPr>
        <w:t xml:space="preserve"> Field</w:t>
      </w:r>
    </w:p>
    <w:p w14:paraId="0763B4D8" w14:textId="02A8BBAE" w:rsidR="007E0750" w:rsidRPr="00C76894" w:rsidRDefault="00D708B8" w:rsidP="005B5701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44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0653AF">
        <w:rPr>
          <w:rFonts w:ascii="Times New Roman" w:eastAsia="Times New Roman" w:hAnsi="Times New Roman" w:cs="Times New Roman"/>
          <w:i/>
          <w:iCs/>
          <w:snapToGrid w:val="0"/>
        </w:rPr>
        <w:tab/>
      </w:r>
      <w:r w:rsidRPr="000653AF">
        <w:rPr>
          <w:rFonts w:ascii="Times New Roman" w:eastAsia="Times New Roman" w:hAnsi="Times New Roman" w:cs="Times New Roman"/>
          <w:i/>
          <w:iCs/>
          <w:snapToGrid w:val="0"/>
        </w:rPr>
        <w:tab/>
      </w:r>
      <w:r w:rsidR="00CD37BA" w:rsidRPr="00CD37BA">
        <w:rPr>
          <w:rFonts w:ascii="Times New Roman" w:eastAsia="Times New Roman" w:hAnsi="Times New Roman" w:cs="Times New Roman"/>
          <w:snapToGrid w:val="0"/>
        </w:rPr>
        <w:t>3</w:t>
      </w:r>
      <w:r w:rsidR="00F82E98" w:rsidRPr="00CD37BA">
        <w:rPr>
          <w:rFonts w:ascii="Times New Roman" w:eastAsia="Times New Roman" w:hAnsi="Times New Roman" w:cs="Times New Roman"/>
          <w:snapToGrid w:val="0"/>
        </w:rPr>
        <w:t>.</w:t>
      </w:r>
      <w:r w:rsidR="00F82E98" w:rsidRPr="00C76894">
        <w:rPr>
          <w:rFonts w:ascii="Times New Roman" w:eastAsia="Times New Roman" w:hAnsi="Times New Roman" w:cs="Times New Roman"/>
          <w:snapToGrid w:val="0"/>
        </w:rPr>
        <w:tab/>
      </w:r>
      <w:r w:rsidR="00F84D15" w:rsidRPr="00C76894">
        <w:rPr>
          <w:rFonts w:ascii="Times New Roman" w:eastAsia="Times New Roman" w:hAnsi="Times New Roman" w:cs="Times New Roman"/>
          <w:snapToGrid w:val="0"/>
        </w:rPr>
        <w:t>Trinity Episcopal – Church Building &amp; steps</w:t>
      </w:r>
    </w:p>
    <w:p w14:paraId="52A5383B" w14:textId="2A32173F" w:rsidR="00617CEE" w:rsidRPr="00617CEE" w:rsidRDefault="00617CEE" w:rsidP="00617CEE">
      <w:pPr>
        <w:widowControl w:val="0"/>
        <w:tabs>
          <w:tab w:val="left" w:pos="-1152"/>
          <w:tab w:val="left" w:pos="-720"/>
          <w:tab w:val="left" w:pos="540"/>
          <w:tab w:val="left" w:pos="810"/>
          <w:tab w:val="left" w:pos="108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ab/>
      </w:r>
      <w:r w:rsidR="00073D9E">
        <w:rPr>
          <w:rFonts w:ascii="Times New Roman" w:eastAsia="Times New Roman" w:hAnsi="Times New Roman" w:cs="Times New Roman"/>
          <w:snapToGrid w:val="0"/>
          <w:sz w:val="20"/>
          <w:szCs w:val="20"/>
        </w:rPr>
        <w:t>E</w:t>
      </w:r>
      <w:r w:rsidRPr="00617CEE">
        <w:rPr>
          <w:rFonts w:ascii="Times New Roman" w:eastAsia="Times New Roman" w:hAnsi="Times New Roman" w:cs="Times New Roman"/>
          <w:snapToGrid w:val="0"/>
        </w:rPr>
        <w:t>.</w:t>
      </w:r>
      <w:r w:rsidRPr="00617CEE">
        <w:rPr>
          <w:rFonts w:ascii="Times New Roman" w:eastAsia="Times New Roman" w:hAnsi="Times New Roman" w:cs="Times New Roman"/>
          <w:snapToGrid w:val="0"/>
        </w:rPr>
        <w:tab/>
      </w:r>
      <w:r w:rsidRPr="00617CEE">
        <w:rPr>
          <w:rFonts w:ascii="Times New Roman" w:eastAsia="Times New Roman" w:hAnsi="Times New Roman" w:cs="Times New Roman"/>
          <w:snapToGrid w:val="0"/>
        </w:rPr>
        <w:tab/>
        <w:t>Lease Renewal Request</w:t>
      </w:r>
      <w:r w:rsidRPr="00617CEE">
        <w:rPr>
          <w:rFonts w:ascii="Times New Roman" w:eastAsia="Times New Roman" w:hAnsi="Times New Roman" w:cs="Times New Roman"/>
          <w:snapToGrid w:val="0"/>
        </w:rPr>
        <w:tab/>
        <w:t>Brisson</w:t>
      </w:r>
    </w:p>
    <w:p w14:paraId="276B14BD" w14:textId="77777777" w:rsidR="00617CEE" w:rsidRPr="00617CEE" w:rsidRDefault="00617CEE" w:rsidP="00617CEE">
      <w:pPr>
        <w:widowControl w:val="0"/>
        <w:tabs>
          <w:tab w:val="left" w:pos="-1152"/>
          <w:tab w:val="left" w:pos="-720"/>
          <w:tab w:val="left" w:pos="540"/>
          <w:tab w:val="left" w:pos="810"/>
          <w:tab w:val="left" w:pos="1080"/>
          <w:tab w:val="left" w:pos="1260"/>
          <w:tab w:val="left" w:pos="1800"/>
          <w:tab w:val="left" w:pos="21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  <w:r w:rsidRPr="00617CEE">
        <w:rPr>
          <w:rFonts w:ascii="Times New Roman" w:eastAsia="Times New Roman" w:hAnsi="Times New Roman" w:cs="Times New Roman"/>
          <w:snapToGrid w:val="0"/>
        </w:rPr>
        <w:tab/>
      </w:r>
      <w:r w:rsidRPr="00617CEE">
        <w:rPr>
          <w:rFonts w:ascii="Times New Roman" w:eastAsia="Times New Roman" w:hAnsi="Times New Roman" w:cs="Times New Roman"/>
          <w:snapToGrid w:val="0"/>
        </w:rPr>
        <w:tab/>
      </w:r>
      <w:r w:rsidRPr="00617CEE">
        <w:rPr>
          <w:rFonts w:ascii="Times New Roman" w:eastAsia="Times New Roman" w:hAnsi="Times New Roman" w:cs="Times New Roman"/>
          <w:snapToGrid w:val="0"/>
        </w:rPr>
        <w:tab/>
        <w:t>1.  Bloswick, Steward’s Quarters</w:t>
      </w:r>
    </w:p>
    <w:p w14:paraId="1D47F661" w14:textId="030BCA99" w:rsidR="003D65DB" w:rsidRPr="0089240B" w:rsidRDefault="00073D9E" w:rsidP="00E27915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right" w:leader="dot" w:pos="9360"/>
        </w:tabs>
        <w:snapToGrid w:val="0"/>
        <w:ind w:firstLine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 w:rsidR="00E25D51" w:rsidRPr="0089240B">
        <w:rPr>
          <w:rFonts w:ascii="Times New Roman" w:eastAsia="Times New Roman" w:hAnsi="Times New Roman" w:cs="Times New Roman"/>
        </w:rPr>
        <w:t>.</w:t>
      </w:r>
      <w:r w:rsidR="00E25D51" w:rsidRPr="0089240B">
        <w:rPr>
          <w:rFonts w:ascii="Times New Roman" w:eastAsia="Times New Roman" w:hAnsi="Times New Roman" w:cs="Times New Roman"/>
        </w:rPr>
        <w:tab/>
      </w:r>
      <w:r w:rsidR="003D65DB" w:rsidRPr="0089240B">
        <w:rPr>
          <w:rFonts w:ascii="Times New Roman" w:eastAsia="Times New Roman" w:hAnsi="Times New Roman" w:cs="Times New Roman"/>
        </w:rPr>
        <w:t>Election of Officers</w:t>
      </w:r>
      <w:r w:rsidR="003D65DB" w:rsidRPr="0089240B">
        <w:rPr>
          <w:rFonts w:ascii="Times New Roman" w:eastAsia="Times New Roman" w:hAnsi="Times New Roman" w:cs="Times New Roman"/>
        </w:rPr>
        <w:tab/>
        <w:t>Loepp</w:t>
      </w:r>
    </w:p>
    <w:p w14:paraId="6B64589D" w14:textId="0C7008FA" w:rsidR="00580FF8" w:rsidRPr="0089240B" w:rsidRDefault="00073D9E" w:rsidP="00580FF8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800"/>
          <w:tab w:val="left" w:pos="2160"/>
          <w:tab w:val="right" w:leader="dot" w:pos="9360"/>
        </w:tabs>
        <w:snapToGrid w:val="0"/>
        <w:ind w:left="540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>G</w:t>
      </w:r>
      <w:r w:rsidR="00E27915" w:rsidRPr="0089240B">
        <w:rPr>
          <w:rFonts w:ascii="Times New Roman" w:eastAsia="Times New Roman" w:hAnsi="Times New Roman" w:cs="Times New Roman"/>
          <w:snapToGrid w:val="0"/>
        </w:rPr>
        <w:t>.</w:t>
      </w:r>
      <w:r w:rsidR="00E27915" w:rsidRPr="0089240B">
        <w:rPr>
          <w:rFonts w:ascii="Times New Roman" w:eastAsia="Times New Roman" w:hAnsi="Times New Roman" w:cs="Times New Roman"/>
          <w:snapToGrid w:val="0"/>
        </w:rPr>
        <w:tab/>
      </w:r>
      <w:r w:rsidR="00580FF8" w:rsidRPr="0089240B">
        <w:rPr>
          <w:rFonts w:ascii="Times New Roman" w:eastAsia="Times New Roman" w:hAnsi="Times New Roman" w:cs="Times New Roman"/>
          <w:snapToGrid w:val="0"/>
        </w:rPr>
        <w:t>Committee Appointments</w:t>
      </w:r>
      <w:bookmarkStart w:id="2" w:name="_Hlk203383160"/>
      <w:r w:rsidR="00580FF8" w:rsidRPr="0089240B">
        <w:rPr>
          <w:rFonts w:ascii="Times New Roman" w:eastAsia="Times New Roman" w:hAnsi="Times New Roman" w:cs="Times New Roman"/>
          <w:snapToGrid w:val="0"/>
        </w:rPr>
        <w:tab/>
        <w:t>Loepp</w:t>
      </w:r>
      <w:bookmarkEnd w:id="2"/>
    </w:p>
    <w:p w14:paraId="3C953828" w14:textId="5FB3C78E" w:rsidR="00583F0C" w:rsidRPr="00DF47B8" w:rsidRDefault="00073D9E" w:rsidP="00583F0C">
      <w:pPr>
        <w:pStyle w:val="NoSpacing"/>
        <w:tabs>
          <w:tab w:val="left" w:pos="108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583F0C">
        <w:rPr>
          <w:rFonts w:ascii="Times New Roman" w:hAnsi="Times New Roman" w:cs="Times New Roman"/>
        </w:rPr>
        <w:t>.</w:t>
      </w:r>
      <w:r w:rsidR="00583F0C">
        <w:rPr>
          <w:rFonts w:ascii="Times New Roman" w:hAnsi="Times New Roman" w:cs="Times New Roman"/>
        </w:rPr>
        <w:tab/>
      </w:r>
      <w:r w:rsidR="00583F0C" w:rsidRPr="00DF47B8">
        <w:rPr>
          <w:rFonts w:ascii="Times New Roman" w:hAnsi="Times New Roman" w:cs="Times New Roman"/>
        </w:rPr>
        <w:t>Closed session as authorized by section 8(1)(h) of the Open Meetings Act</w:t>
      </w:r>
    </w:p>
    <w:p w14:paraId="786C42CA" w14:textId="49D93CDB" w:rsidR="00580FF8" w:rsidRDefault="00583F0C" w:rsidP="00583F0C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800"/>
          <w:tab w:val="left" w:pos="2160"/>
          <w:tab w:val="right" w:leader="dot" w:pos="9360"/>
        </w:tabs>
        <w:snapToGrid w:val="0"/>
        <w:ind w:left="540"/>
        <w:rPr>
          <w:rFonts w:ascii="Times New Roman" w:hAnsi="Times New Roman" w:cs="Times New Roman"/>
        </w:rPr>
      </w:pPr>
      <w:r w:rsidRPr="00DF47B8">
        <w:rPr>
          <w:rFonts w:ascii="Times New Roman" w:hAnsi="Times New Roman" w:cs="Times New Roman"/>
        </w:rPr>
        <w:tab/>
      </w:r>
      <w:r w:rsidRPr="00DF47B8">
        <w:rPr>
          <w:rFonts w:ascii="Times New Roman" w:eastAsia="Aptos" w:hAnsi="Times New Roman" w:cs="Times New Roman"/>
        </w:rPr>
        <w:t>and section 13(1)(g) of the Freedom of Information Act</w:t>
      </w:r>
      <w:r w:rsidRPr="00560838">
        <w:t xml:space="preserve"> </w:t>
      </w:r>
      <w:r>
        <w:tab/>
      </w:r>
      <w:r w:rsidR="00580FF8" w:rsidRPr="007872FE">
        <w:rPr>
          <w:rFonts w:ascii="Times New Roman" w:hAnsi="Times New Roman" w:cs="Times New Roman"/>
        </w:rPr>
        <w:t>Loepp</w:t>
      </w:r>
    </w:p>
    <w:p w14:paraId="24FD71F3" w14:textId="77777777" w:rsidR="007872FE" w:rsidRPr="007872FE" w:rsidRDefault="007872FE" w:rsidP="00583F0C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800"/>
          <w:tab w:val="left" w:pos="2160"/>
          <w:tab w:val="right" w:leader="dot" w:pos="9360"/>
        </w:tabs>
        <w:snapToGrid w:val="0"/>
        <w:ind w:left="540"/>
        <w:rPr>
          <w:rFonts w:ascii="Times New Roman" w:hAnsi="Times New Roman" w:cs="Times New Roman"/>
        </w:rPr>
      </w:pPr>
    </w:p>
    <w:p w14:paraId="592D0EDD" w14:textId="1D0E1F94" w:rsidR="00E27915" w:rsidRPr="0089240B" w:rsidRDefault="00C4252F" w:rsidP="003E1D91">
      <w:pPr>
        <w:pStyle w:val="ListParagraph"/>
        <w:widowControl w:val="0"/>
        <w:numPr>
          <w:ilvl w:val="0"/>
          <w:numId w:val="8"/>
        </w:numPr>
        <w:tabs>
          <w:tab w:val="left" w:pos="-1152"/>
          <w:tab w:val="left" w:pos="-720"/>
          <w:tab w:val="left" w:pos="1080"/>
          <w:tab w:val="left" w:pos="1260"/>
          <w:tab w:val="left" w:pos="1800"/>
          <w:tab w:val="left" w:pos="2160"/>
          <w:tab w:val="right" w:leader="dot" w:pos="9360"/>
        </w:tabs>
        <w:ind w:left="540" w:hanging="540"/>
        <w:rPr>
          <w:rFonts w:ascii="Times New Roman" w:eastAsia="Times New Roman" w:hAnsi="Times New Roman" w:cs="Times New Roman"/>
          <w:snapToGrid w:val="0"/>
        </w:rPr>
      </w:pPr>
      <w:r w:rsidRPr="0089240B">
        <w:rPr>
          <w:rFonts w:ascii="Times New Roman" w:eastAsia="Times New Roman" w:hAnsi="Times New Roman" w:cs="Times New Roman"/>
          <w:snapToGrid w:val="0"/>
        </w:rPr>
        <w:t>Other</w:t>
      </w:r>
    </w:p>
    <w:p w14:paraId="30A00B6E" w14:textId="77777777" w:rsidR="00E27915" w:rsidRPr="0089240B" w:rsidRDefault="00E27915" w:rsidP="00E27915">
      <w:pPr>
        <w:widowControl w:val="0"/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left" w:pos="2160"/>
          <w:tab w:val="left" w:pos="5040"/>
          <w:tab w:val="left" w:pos="5760"/>
          <w:tab w:val="right" w:leader="dot" w:pos="9360"/>
        </w:tabs>
        <w:rPr>
          <w:rFonts w:ascii="Times New Roman" w:eastAsia="Times New Roman" w:hAnsi="Times New Roman" w:cs="Times New Roman"/>
          <w:snapToGrid w:val="0"/>
        </w:rPr>
      </w:pPr>
    </w:p>
    <w:p w14:paraId="7775EB23" w14:textId="1ADE7A54" w:rsidR="007965E4" w:rsidRPr="0089240B" w:rsidRDefault="001755CB" w:rsidP="003E1D91">
      <w:pPr>
        <w:pStyle w:val="ListParagraph"/>
        <w:widowControl w:val="0"/>
        <w:numPr>
          <w:ilvl w:val="0"/>
          <w:numId w:val="8"/>
        </w:numPr>
        <w:tabs>
          <w:tab w:val="left" w:pos="-1152"/>
          <w:tab w:val="left" w:pos="-720"/>
          <w:tab w:val="left" w:pos="540"/>
          <w:tab w:val="left" w:pos="1080"/>
          <w:tab w:val="left" w:pos="1260"/>
          <w:tab w:val="left" w:pos="1800"/>
          <w:tab w:val="left" w:pos="1851"/>
          <w:tab w:val="left" w:pos="2160"/>
          <w:tab w:val="left" w:pos="5040"/>
          <w:tab w:val="left" w:pos="5760"/>
          <w:tab w:val="right" w:leader="dot" w:pos="9360"/>
        </w:tabs>
        <w:ind w:hanging="1098"/>
      </w:pPr>
      <w:r w:rsidRPr="0089240B">
        <w:rPr>
          <w:rFonts w:ascii="Times New Roman" w:hAnsi="Times New Roman" w:cs="Times New Roman"/>
        </w:rPr>
        <w:t>Citizen Appearances and Public Comments</w:t>
      </w:r>
    </w:p>
    <w:p w14:paraId="3EA2E3BF" w14:textId="77777777" w:rsidR="0008695C" w:rsidRPr="0089240B" w:rsidRDefault="0008695C" w:rsidP="0008695C">
      <w:pPr>
        <w:pStyle w:val="ListParagraph"/>
      </w:pPr>
    </w:p>
    <w:p w14:paraId="647D86A2" w14:textId="5D46AB84" w:rsidR="0008695C" w:rsidRPr="0089240B" w:rsidRDefault="0008695C" w:rsidP="003E1D91">
      <w:pPr>
        <w:pStyle w:val="NoSpacing"/>
        <w:numPr>
          <w:ilvl w:val="0"/>
          <w:numId w:val="8"/>
        </w:numPr>
        <w:ind w:left="540" w:hanging="540"/>
        <w:rPr>
          <w:rFonts w:ascii="Times New Roman" w:hAnsi="Times New Roman" w:cs="Times New Roman"/>
        </w:rPr>
      </w:pPr>
      <w:r w:rsidRPr="0089240B">
        <w:rPr>
          <w:rFonts w:ascii="Times New Roman" w:hAnsi="Times New Roman" w:cs="Times New Roman"/>
        </w:rPr>
        <w:t>Adjourn</w:t>
      </w:r>
    </w:p>
    <w:sectPr w:rsidR="0008695C" w:rsidRPr="0089240B" w:rsidSect="00673667">
      <w:headerReference w:type="first" r:id="rId8"/>
      <w:pgSz w:w="12240" w:h="15840"/>
      <w:pgMar w:top="1440" w:right="1440" w:bottom="720" w:left="1440" w:header="38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8A76" w14:textId="77777777" w:rsidR="00D10BEE" w:rsidRDefault="00D10BEE" w:rsidP="009B660C">
      <w:r>
        <w:separator/>
      </w:r>
    </w:p>
  </w:endnote>
  <w:endnote w:type="continuationSeparator" w:id="0">
    <w:p w14:paraId="1C1B0DE0" w14:textId="77777777" w:rsidR="00D10BEE" w:rsidRDefault="00D10BEE" w:rsidP="009B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2EFF" w:usb1="C000785B" w:usb2="00000009" w:usb3="00000000" w:csb0="000001FF" w:csb1="00000000"/>
  </w:font>
  <w:font w:name="Copperplate">
    <w:altName w:val="Arial"/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B133E" w14:textId="77777777" w:rsidR="00D10BEE" w:rsidRDefault="00D10BEE" w:rsidP="009B660C">
      <w:r>
        <w:separator/>
      </w:r>
    </w:p>
  </w:footnote>
  <w:footnote w:type="continuationSeparator" w:id="0">
    <w:p w14:paraId="04FD57DA" w14:textId="77777777" w:rsidR="00D10BEE" w:rsidRDefault="00D10BEE" w:rsidP="009B6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BAFC" w14:textId="257839AD" w:rsidR="00F87EA6" w:rsidRDefault="00E916CF" w:rsidP="00B466EE">
    <w:pPr>
      <w:pStyle w:val="Header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049613D" wp14:editId="52BD3404">
              <wp:simplePos x="0" y="0"/>
              <wp:positionH relativeFrom="column">
                <wp:posOffset>5052060</wp:posOffset>
              </wp:positionH>
              <wp:positionV relativeFrom="paragraph">
                <wp:posOffset>-2331720</wp:posOffset>
              </wp:positionV>
              <wp:extent cx="1661160" cy="1404620"/>
              <wp:effectExtent l="0" t="0" r="0" b="0"/>
              <wp:wrapSquare wrapText="bothSides"/>
              <wp:docPr id="7141390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11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C3F73" w14:textId="5DDD46F8" w:rsidR="00E916CF" w:rsidRPr="006E1958" w:rsidRDefault="007E6B2D" w:rsidP="00E869F3">
                          <w:pPr>
                            <w:jc w:val="center"/>
                            <w:rPr>
                              <w:rFonts w:ascii="Century Schoolbook" w:hAnsi="Century Schoolbook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6E1958">
                            <w:rPr>
                              <w:rFonts w:ascii="Century Schoolbook" w:hAnsi="Century Schoolbook"/>
                              <w:b/>
                              <w:bCs/>
                              <w:sz w:val="40"/>
                              <w:szCs w:val="40"/>
                            </w:rPr>
                            <w:t>DRAFT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4961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8pt;margin-top:-183.6pt;width:130.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" stroked="f">
              <v:textbox style="mso-fit-shape-to-text:t">
                <w:txbxContent>
                  <w:p w14:paraId="127C3F73" w14:textId="5DDD46F8" w:rsidR="00E916CF" w:rsidRPr="006E1958" w:rsidRDefault="007E6B2D" w:rsidP="00E869F3">
                    <w:pPr>
                      <w:jc w:val="center"/>
                      <w:rPr>
                        <w:rFonts w:ascii="Century Schoolbook" w:hAnsi="Century Schoolbook"/>
                        <w:b/>
                        <w:bCs/>
                        <w:sz w:val="40"/>
                        <w:szCs w:val="40"/>
                      </w:rPr>
                    </w:pPr>
                    <w:r w:rsidRPr="006E1958">
                      <w:rPr>
                        <w:rFonts w:ascii="Century Schoolbook" w:hAnsi="Century Schoolbook"/>
                        <w:b/>
                        <w:bCs/>
                        <w:sz w:val="40"/>
                        <w:szCs w:val="40"/>
                      </w:rPr>
                      <w:t>DRAFT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A16C5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C9266C" wp14:editId="326F5391">
              <wp:simplePos x="0" y="0"/>
              <wp:positionH relativeFrom="column">
                <wp:posOffset>5204460</wp:posOffset>
              </wp:positionH>
              <wp:positionV relativeFrom="paragraph">
                <wp:posOffset>-2651760</wp:posOffset>
              </wp:positionV>
              <wp:extent cx="1158240" cy="393700"/>
              <wp:effectExtent l="0" t="0" r="381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240" cy="393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6BD56" w14:textId="42688A8D" w:rsidR="00BA16C5" w:rsidRPr="00BA16C5" w:rsidRDefault="00BA16C5">
                          <w:pPr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C9266C" id="_x0000_s1027" type="#_x0000_t202" style="position:absolute;left:0;text-align:left;margin-left:409.8pt;margin-top:-208.8pt;width:91.2pt;height:3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" stroked="f">
              <v:textbox>
                <w:txbxContent>
                  <w:p w14:paraId="3906BD56" w14:textId="42688A8D" w:rsidR="00BA16C5" w:rsidRPr="00BA16C5" w:rsidRDefault="00BA16C5">
                    <w:pPr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F70F7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35BE759" wp14:editId="336D86D5">
              <wp:simplePos x="0" y="0"/>
              <wp:positionH relativeFrom="page">
                <wp:posOffset>2416175</wp:posOffset>
              </wp:positionH>
              <wp:positionV relativeFrom="page">
                <wp:posOffset>2106295</wp:posOffset>
              </wp:positionV>
              <wp:extent cx="2936875" cy="2286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368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8E99D2" w14:textId="616593E3" w:rsidR="00F051B2" w:rsidRPr="00181B56" w:rsidRDefault="008D71CC" w:rsidP="000C5628">
                          <w:pPr>
                            <w:spacing w:line="252" w:lineRule="auto"/>
                            <w:jc w:val="center"/>
                            <w:rPr>
                              <w:rFonts w:ascii="Copperplate" w:eastAsia="Times New Roman" w:hAnsi="Copperplate" w:cs="Calibri"/>
                              <w:color w:val="000000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21"/>
                              <w:szCs w:val="21"/>
                            </w:rPr>
                            <w:t>Gretchen Whitmer</w:t>
                          </w:r>
                          <w:r w:rsidR="00F051B2" w:rsidRPr="0002492C">
                            <w:rPr>
                              <w:rFonts w:ascii="Copperplate Gothic Bold" w:hAnsi="Copperplate Gothic Bold" w:cs="Helvetica"/>
                              <w:sz w:val="21"/>
                              <w:szCs w:val="21"/>
                            </w:rPr>
                            <w:t>,</w:t>
                          </w:r>
                          <w:r w:rsidR="00F051B2" w:rsidRPr="00181B56">
                            <w:rPr>
                              <w:rFonts w:ascii="Copperplate" w:hAnsi="Copperplate" w:cs="Helvetica"/>
                            </w:rPr>
                            <w:t xml:space="preserve"> </w:t>
                          </w:r>
                          <w:r w:rsidR="00F051B2" w:rsidRPr="00181B56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Governor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5BE759" id="Text Box 7" o:spid="_x0000_s1028" type="#_x0000_t202" style="position:absolute;left:0;text-align:left;margin-left:190.25pt;margin-top:165.85pt;width:231.2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" filled="f" stroked="f" strokeweight=".5pt">
              <v:textbox>
                <w:txbxContent>
                  <w:p w14:paraId="468E99D2" w14:textId="616593E3" w:rsidR="00F051B2" w:rsidRPr="00181B56" w:rsidRDefault="008D71CC" w:rsidP="000C5628">
                    <w:pPr>
                      <w:spacing w:line="252" w:lineRule="auto"/>
                      <w:jc w:val="center"/>
                      <w:rPr>
                        <w:rFonts w:ascii="Copperplate" w:eastAsia="Times New Roman" w:hAnsi="Copperplate" w:cs="Calibri"/>
                        <w:color w:val="000000"/>
                      </w:rPr>
                    </w:pPr>
                    <w:r>
                      <w:rPr>
                        <w:rFonts w:ascii="Copperplate Gothic Bold" w:hAnsi="Copperplate Gothic Bold" w:cs="Helvetica"/>
                        <w:sz w:val="21"/>
                        <w:szCs w:val="21"/>
                      </w:rPr>
                      <w:t>Gretchen Whitmer</w:t>
                    </w:r>
                    <w:r w:rsidR="00F051B2" w:rsidRPr="0002492C">
                      <w:rPr>
                        <w:rFonts w:ascii="Copperplate Gothic Bold" w:hAnsi="Copperplate Gothic Bold" w:cs="Helvetica"/>
                        <w:sz w:val="21"/>
                        <w:szCs w:val="21"/>
                      </w:rPr>
                      <w:t>,</w:t>
                    </w:r>
                    <w:r w:rsidR="00F051B2" w:rsidRPr="00181B56">
                      <w:rPr>
                        <w:rFonts w:ascii="Copperplate" w:hAnsi="Copperplate" w:cs="Helvetica"/>
                      </w:rPr>
                      <w:t xml:space="preserve"> </w:t>
                    </w:r>
                    <w:r w:rsidR="00F051B2" w:rsidRPr="00181B56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Governor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1E7E">
      <w:rPr>
        <w:noProof/>
      </w:rPr>
      <w:drawing>
        <wp:anchor distT="0" distB="0" distL="114300" distR="114300" simplePos="0" relativeHeight="251658240" behindDoc="1" locked="0" layoutInCell="1" allowOverlap="1" wp14:anchorId="7344AAA4" wp14:editId="454C58CC">
          <wp:simplePos x="0" y="0"/>
          <wp:positionH relativeFrom="page">
            <wp:posOffset>0</wp:posOffset>
          </wp:positionH>
          <wp:positionV relativeFrom="page">
            <wp:posOffset>8709</wp:posOffset>
          </wp:positionV>
          <wp:extent cx="7771130" cy="2773680"/>
          <wp:effectExtent l="0" t="0" r="127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SHP Letterhead top graph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130" cy="277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A6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CC36061" wp14:editId="325FAABC">
              <wp:simplePos x="0" y="0"/>
              <wp:positionH relativeFrom="page">
                <wp:posOffset>121920</wp:posOffset>
              </wp:positionH>
              <wp:positionV relativeFrom="page">
                <wp:posOffset>815340</wp:posOffset>
              </wp:positionV>
              <wp:extent cx="1920240" cy="184785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240" cy="1847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007ED6" w14:textId="4326B215" w:rsidR="00F87EA6" w:rsidRPr="0002492C" w:rsidRDefault="001442CE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Daniel Loepp</w:t>
                          </w:r>
                        </w:p>
                        <w:p w14:paraId="0D0EDB18" w14:textId="77777777" w:rsidR="00F87EA6" w:rsidRPr="00181B56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</w:pPr>
                          <w:r w:rsidRPr="00181B56"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  <w:t>Chairman</w:t>
                          </w:r>
                        </w:p>
                        <w:p w14:paraId="0DF7EB3C" w14:textId="77777777" w:rsidR="00F87EA6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Copperplate" w:hAnsi="Copperplate" w:cs="Helvetica"/>
                              <w:sz w:val="15"/>
                              <w:szCs w:val="15"/>
                            </w:rPr>
                          </w:pPr>
                        </w:p>
                        <w:p w14:paraId="7B080328" w14:textId="77777777" w:rsidR="00F87EA6" w:rsidRPr="0002492C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 w:rsidRPr="0002492C"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Richard A. Manoogian</w:t>
                          </w:r>
                        </w:p>
                        <w:p w14:paraId="7D6E15BB" w14:textId="77777777" w:rsidR="00F87EA6" w:rsidRPr="00181B56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  <w:t xml:space="preserve">Vice </w:t>
                          </w:r>
                          <w:r w:rsidRPr="00181B56"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  <w:t>Chairman</w:t>
                          </w:r>
                        </w:p>
                        <w:p w14:paraId="06C1000C" w14:textId="614DDBF7" w:rsidR="007965E4" w:rsidRDefault="007965E4" w:rsidP="007965E4">
                          <w:pPr>
                            <w:spacing w:line="252" w:lineRule="auto"/>
                            <w:rPr>
                              <w:rFonts w:ascii="Copperplate" w:hAnsi="Copperplate" w:cs="Helvetica"/>
                              <w:sz w:val="15"/>
                              <w:szCs w:val="15"/>
                            </w:rPr>
                          </w:pPr>
                        </w:p>
                        <w:p w14:paraId="35054BD7" w14:textId="0A74D844" w:rsidR="007965E4" w:rsidRDefault="00F84D15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Elizabeth Driscoll Boyd</w:t>
                          </w:r>
                        </w:p>
                        <w:p w14:paraId="7A96496D" w14:textId="699FDD9A" w:rsidR="00F87EA6" w:rsidRPr="0002492C" w:rsidRDefault="00050995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Marlee Brown</w:t>
                          </w:r>
                        </w:p>
                        <w:p w14:paraId="6366A3DD" w14:textId="27D2AED2" w:rsidR="00F87EA6" w:rsidRDefault="00F84D15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Lori Frohoff</w:t>
                          </w:r>
                        </w:p>
                        <w:p w14:paraId="6999FD37" w14:textId="6F9F533F" w:rsidR="00AF4786" w:rsidRDefault="00AF4786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Hendrik G. Meijer</w:t>
                          </w:r>
                        </w:p>
                        <w:p w14:paraId="2F6B9761" w14:textId="39FEA016" w:rsidR="004326AC" w:rsidRDefault="004326AC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Phillip Pierce</w:t>
                          </w:r>
                        </w:p>
                        <w:p w14:paraId="38D7DE69" w14:textId="77777777" w:rsidR="007965E4" w:rsidRDefault="007965E4" w:rsidP="007965E4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</w:p>
                        <w:p w14:paraId="4041C51A" w14:textId="77777777" w:rsidR="00F87EA6" w:rsidRPr="0002492C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</w:p>
                        <w:p w14:paraId="3633547B" w14:textId="48988E28" w:rsidR="00F87EA6" w:rsidRPr="0002492C" w:rsidRDefault="005F70F7" w:rsidP="00F87EA6">
                          <w:pPr>
                            <w:spacing w:line="252" w:lineRule="auto"/>
                            <w:jc w:val="center"/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opperplate Gothic Bold" w:hAnsi="Copperplate Gothic Bold" w:cs="Helvetica"/>
                              <w:sz w:val="13"/>
                              <w:szCs w:val="13"/>
                            </w:rPr>
                            <w:t>Steven C. Brisson</w:t>
                          </w:r>
                        </w:p>
                        <w:p w14:paraId="6A3CCAF2" w14:textId="77777777" w:rsidR="00F87EA6" w:rsidRPr="00181B56" w:rsidRDefault="00F87EA6" w:rsidP="00F87EA6">
                          <w:pPr>
                            <w:spacing w:line="252" w:lineRule="auto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13"/>
                              <w:szCs w:val="13"/>
                            </w:rPr>
                            <w:t>Director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C36061" id="Text Box 6" o:spid="_x0000_s1029" type="#_x0000_t202" style="position:absolute;left:0;text-align:left;margin-left:9.6pt;margin-top:64.2pt;width:151.2pt;height:145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" filled="f" stroked="f" strokeweight=".5pt">
              <v:textbox>
                <w:txbxContent>
                  <w:p w14:paraId="6B007ED6" w14:textId="4326B215" w:rsidR="00F87EA6" w:rsidRPr="0002492C" w:rsidRDefault="001442CE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Daniel Loepp</w:t>
                    </w:r>
                  </w:p>
                  <w:p w14:paraId="0D0EDB18" w14:textId="77777777" w:rsidR="00F87EA6" w:rsidRPr="00181B56" w:rsidRDefault="00F87EA6" w:rsidP="00F87EA6">
                    <w:pPr>
                      <w:spacing w:line="252" w:lineRule="auto"/>
                      <w:jc w:val="center"/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</w:pPr>
                    <w:r w:rsidRPr="00181B56"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  <w:t>Chairman</w:t>
                    </w:r>
                  </w:p>
                  <w:p w14:paraId="0DF7EB3C" w14:textId="77777777" w:rsidR="00F87EA6" w:rsidRDefault="00F87EA6" w:rsidP="00F87EA6">
                    <w:pPr>
                      <w:spacing w:line="252" w:lineRule="auto"/>
                      <w:jc w:val="center"/>
                      <w:rPr>
                        <w:rFonts w:ascii="Copperplate" w:hAnsi="Copperplate" w:cs="Helvetica"/>
                        <w:sz w:val="15"/>
                        <w:szCs w:val="15"/>
                      </w:rPr>
                    </w:pPr>
                  </w:p>
                  <w:p w14:paraId="7B080328" w14:textId="77777777" w:rsidR="00F87EA6" w:rsidRPr="0002492C" w:rsidRDefault="00F87EA6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 w:rsidRPr="0002492C"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Richard A. Manoogian</w:t>
                    </w:r>
                  </w:p>
                  <w:p w14:paraId="7D6E15BB" w14:textId="77777777" w:rsidR="00F87EA6" w:rsidRPr="00181B56" w:rsidRDefault="00F87EA6" w:rsidP="00F87EA6">
                    <w:pPr>
                      <w:spacing w:line="252" w:lineRule="auto"/>
                      <w:jc w:val="center"/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  <w:t xml:space="preserve">Vice </w:t>
                    </w:r>
                    <w:r w:rsidRPr="00181B56"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  <w:t>Chairman</w:t>
                    </w:r>
                  </w:p>
                  <w:p w14:paraId="06C1000C" w14:textId="614DDBF7" w:rsidR="007965E4" w:rsidRDefault="007965E4" w:rsidP="007965E4">
                    <w:pPr>
                      <w:spacing w:line="252" w:lineRule="auto"/>
                      <w:rPr>
                        <w:rFonts w:ascii="Copperplate" w:hAnsi="Copperplate" w:cs="Helvetica"/>
                        <w:sz w:val="15"/>
                        <w:szCs w:val="15"/>
                      </w:rPr>
                    </w:pPr>
                  </w:p>
                  <w:p w14:paraId="35054BD7" w14:textId="0A74D844" w:rsidR="007965E4" w:rsidRDefault="00F84D15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Elizabeth Driscoll Boyd</w:t>
                    </w:r>
                  </w:p>
                  <w:p w14:paraId="7A96496D" w14:textId="699FDD9A" w:rsidR="00F87EA6" w:rsidRPr="0002492C" w:rsidRDefault="00050995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Marlee Brown</w:t>
                    </w:r>
                  </w:p>
                  <w:p w14:paraId="6366A3DD" w14:textId="27D2AED2" w:rsidR="00F87EA6" w:rsidRDefault="00F84D15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Lori Frohoff</w:t>
                    </w:r>
                  </w:p>
                  <w:p w14:paraId="6999FD37" w14:textId="6F9F533F" w:rsidR="00AF4786" w:rsidRDefault="00AF4786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Hendrik G. Meijer</w:t>
                    </w:r>
                  </w:p>
                  <w:p w14:paraId="2F6B9761" w14:textId="39FEA016" w:rsidR="004326AC" w:rsidRDefault="004326AC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Phillip Pierce</w:t>
                    </w:r>
                  </w:p>
                  <w:p w14:paraId="38D7DE69" w14:textId="77777777" w:rsidR="007965E4" w:rsidRDefault="007965E4" w:rsidP="007965E4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</w:p>
                  <w:p w14:paraId="4041C51A" w14:textId="77777777" w:rsidR="00F87EA6" w:rsidRPr="0002492C" w:rsidRDefault="00F87EA6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</w:p>
                  <w:p w14:paraId="3633547B" w14:textId="48988E28" w:rsidR="00F87EA6" w:rsidRPr="0002492C" w:rsidRDefault="005F70F7" w:rsidP="00F87EA6">
                    <w:pPr>
                      <w:spacing w:line="252" w:lineRule="auto"/>
                      <w:jc w:val="center"/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</w:pPr>
                    <w:r>
                      <w:rPr>
                        <w:rFonts w:ascii="Copperplate Gothic Bold" w:hAnsi="Copperplate Gothic Bold" w:cs="Helvetica"/>
                        <w:sz w:val="13"/>
                        <w:szCs w:val="13"/>
                      </w:rPr>
                      <w:t>Steven C. Brisson</w:t>
                    </w:r>
                  </w:p>
                  <w:p w14:paraId="6A3CCAF2" w14:textId="77777777" w:rsidR="00F87EA6" w:rsidRPr="00181B56" w:rsidRDefault="00F87EA6" w:rsidP="00F87EA6">
                    <w:pPr>
                      <w:spacing w:line="252" w:lineRule="auto"/>
                      <w:jc w:val="center"/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sz w:val="13"/>
                        <w:szCs w:val="13"/>
                      </w:rPr>
                      <w:t>Director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87EA6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036B5B" wp14:editId="37152F93">
              <wp:simplePos x="0" y="0"/>
              <wp:positionH relativeFrom="page">
                <wp:posOffset>5743575</wp:posOffset>
              </wp:positionH>
              <wp:positionV relativeFrom="page">
                <wp:posOffset>835660</wp:posOffset>
              </wp:positionV>
              <wp:extent cx="1920240" cy="17811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240" cy="1781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73B7F8" w14:textId="77777777" w:rsidR="00351CB8" w:rsidRPr="00220BA4" w:rsidRDefault="00351CB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Box 873</w:t>
                          </w:r>
                        </w:p>
                        <w:p w14:paraId="2F659AA8" w14:textId="77777777" w:rsidR="00C40E3D" w:rsidRPr="00220BA4" w:rsidRDefault="007D11B4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Mackinaw</w:t>
                          </w:r>
                          <w:r w:rsidR="00C40E3D"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 xml:space="preserve"> City, MI 49701</w:t>
                          </w:r>
                        </w:p>
                        <w:p w14:paraId="67EAF8A5" w14:textId="77777777" w:rsidR="00351CB8" w:rsidRPr="00220BA4" w:rsidRDefault="00351CB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(231) 436-4100</w:t>
                          </w:r>
                        </w:p>
                        <w:p w14:paraId="3C51B512" w14:textId="77777777" w:rsidR="00351CB8" w:rsidRPr="00220BA4" w:rsidRDefault="00351CB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</w:p>
                        <w:p w14:paraId="259C594B" w14:textId="77777777" w:rsidR="00351CB8" w:rsidRPr="00220BA4" w:rsidRDefault="00351CB8" w:rsidP="00220BA4">
                          <w:pPr>
                            <w:spacing w:line="276" w:lineRule="auto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</w:p>
                        <w:p w14:paraId="7A1A5F58" w14:textId="77777777" w:rsidR="00351CB8" w:rsidRPr="00220BA4" w:rsidRDefault="00351CB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Box 370</w:t>
                          </w:r>
                        </w:p>
                        <w:p w14:paraId="60C8AFA6" w14:textId="77777777" w:rsidR="007D11B4" w:rsidRPr="00220BA4" w:rsidRDefault="007D11B4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Mackinac Island, MI 49757</w:t>
                          </w:r>
                        </w:p>
                        <w:p w14:paraId="0E0756BD" w14:textId="77777777" w:rsidR="00351CB8" w:rsidRPr="00220BA4" w:rsidRDefault="007D11B4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(906) 847-3328</w:t>
                          </w:r>
                        </w:p>
                        <w:p w14:paraId="4A97458F" w14:textId="77777777" w:rsidR="00351CB8" w:rsidRPr="00220BA4" w:rsidRDefault="00351CB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</w:p>
                        <w:p w14:paraId="285461EE" w14:textId="77777777" w:rsidR="000C5628" w:rsidRPr="00220BA4" w:rsidRDefault="000C5628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</w:p>
                        <w:p w14:paraId="483DBF47" w14:textId="77777777" w:rsidR="007D11B4" w:rsidRPr="00220BA4" w:rsidRDefault="007D11B4" w:rsidP="00220BA4">
                          <w:pPr>
                            <w:spacing w:line="276" w:lineRule="auto"/>
                            <w:jc w:val="center"/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</w:pPr>
                          <w:r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www.MackinacParks.co</w:t>
                          </w:r>
                          <w:r w:rsidR="00EE09BC" w:rsidRPr="00220BA4">
                            <w:rPr>
                              <w:rFonts w:ascii="Copperplate Gothic Bold" w:eastAsia="Times New Roman" w:hAnsi="Copperplate Gothic Bold" w:cs="Calibri"/>
                              <w:color w:val="000000"/>
                              <w:sz w:val="13"/>
                              <w:szCs w:val="13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036B5B" id="Text Box 3" o:spid="_x0000_s1030" type="#_x0000_t202" style="position:absolute;left:0;text-align:left;margin-left:452.25pt;margin-top:65.8pt;width:151.2pt;height:140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" filled="f" stroked="f" strokeweight=".5pt">
              <v:textbox>
                <w:txbxContent>
                  <w:p w14:paraId="6173B7F8" w14:textId="77777777" w:rsidR="00351CB8" w:rsidRPr="00220BA4" w:rsidRDefault="00351CB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Box 873</w:t>
                    </w:r>
                  </w:p>
                  <w:p w14:paraId="2F659AA8" w14:textId="77777777" w:rsidR="00C40E3D" w:rsidRPr="00220BA4" w:rsidRDefault="007D11B4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Mackinaw</w:t>
                    </w:r>
                    <w:r w:rsidR="00C40E3D"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 xml:space="preserve"> City, MI 49701</w:t>
                    </w:r>
                  </w:p>
                  <w:p w14:paraId="67EAF8A5" w14:textId="77777777" w:rsidR="00351CB8" w:rsidRPr="00220BA4" w:rsidRDefault="00351CB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(231) 436-4100</w:t>
                    </w:r>
                  </w:p>
                  <w:p w14:paraId="3C51B512" w14:textId="77777777" w:rsidR="00351CB8" w:rsidRPr="00220BA4" w:rsidRDefault="00351CB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</w:p>
                  <w:p w14:paraId="259C594B" w14:textId="77777777" w:rsidR="00351CB8" w:rsidRPr="00220BA4" w:rsidRDefault="00351CB8" w:rsidP="00220BA4">
                    <w:pPr>
                      <w:spacing w:line="276" w:lineRule="auto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</w:p>
                  <w:p w14:paraId="7A1A5F58" w14:textId="77777777" w:rsidR="00351CB8" w:rsidRPr="00220BA4" w:rsidRDefault="00351CB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Box 370</w:t>
                    </w:r>
                  </w:p>
                  <w:p w14:paraId="60C8AFA6" w14:textId="77777777" w:rsidR="007D11B4" w:rsidRPr="00220BA4" w:rsidRDefault="007D11B4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Mackinac Island, MI 49757</w:t>
                    </w:r>
                  </w:p>
                  <w:p w14:paraId="0E0756BD" w14:textId="77777777" w:rsidR="00351CB8" w:rsidRPr="00220BA4" w:rsidRDefault="007D11B4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(906) 847-3328</w:t>
                    </w:r>
                  </w:p>
                  <w:p w14:paraId="4A97458F" w14:textId="77777777" w:rsidR="00351CB8" w:rsidRPr="00220BA4" w:rsidRDefault="00351CB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</w:p>
                  <w:p w14:paraId="285461EE" w14:textId="77777777" w:rsidR="000C5628" w:rsidRPr="00220BA4" w:rsidRDefault="000C5628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</w:p>
                  <w:p w14:paraId="483DBF47" w14:textId="77777777" w:rsidR="007D11B4" w:rsidRPr="00220BA4" w:rsidRDefault="007D11B4" w:rsidP="00220BA4">
                    <w:pPr>
                      <w:spacing w:line="276" w:lineRule="auto"/>
                      <w:jc w:val="center"/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</w:pPr>
                    <w:r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www.MackinacParks.co</w:t>
                    </w:r>
                    <w:r w:rsidR="00EE09BC" w:rsidRPr="00220BA4">
                      <w:rPr>
                        <w:rFonts w:ascii="Copperplate Gothic Bold" w:eastAsia="Times New Roman" w:hAnsi="Copperplate Gothic Bold" w:cs="Calibri"/>
                        <w:color w:val="000000"/>
                        <w:sz w:val="13"/>
                        <w:szCs w:val="13"/>
                      </w:rPr>
                      <w:t>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946A6"/>
    <w:multiLevelType w:val="singleLevel"/>
    <w:tmpl w:val="A40A8194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432"/>
      </w:pPr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0E3F3977"/>
    <w:multiLevelType w:val="hybridMultilevel"/>
    <w:tmpl w:val="4320A50C"/>
    <w:lvl w:ilvl="0" w:tplc="2266FBFA">
      <w:start w:val="4"/>
      <w:numFmt w:val="decimal"/>
      <w:lvlText w:val="%1"/>
      <w:lvlJc w:val="left"/>
      <w:pPr>
        <w:ind w:left="2520" w:hanging="360"/>
      </w:pPr>
      <w:rPr>
        <w:rFonts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AA6084D"/>
    <w:multiLevelType w:val="hybridMultilevel"/>
    <w:tmpl w:val="E372365A"/>
    <w:lvl w:ilvl="0" w:tplc="AB2C4CA6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1BB77813"/>
    <w:multiLevelType w:val="singleLevel"/>
    <w:tmpl w:val="9B42DE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432"/>
      </w:pPr>
    </w:lvl>
  </w:abstractNum>
  <w:abstractNum w:abstractNumId="4" w15:restartNumberingAfterBreak="0">
    <w:nsid w:val="4FA534A6"/>
    <w:multiLevelType w:val="hybridMultilevel"/>
    <w:tmpl w:val="D91461E0"/>
    <w:lvl w:ilvl="0" w:tplc="858A6D6E">
      <w:start w:val="7"/>
      <w:numFmt w:val="upperRoman"/>
      <w:lvlText w:val="%1."/>
      <w:lvlJc w:val="left"/>
      <w:pPr>
        <w:ind w:left="1008" w:hanging="72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53A47738"/>
    <w:multiLevelType w:val="hybridMultilevel"/>
    <w:tmpl w:val="489CF7A6"/>
    <w:lvl w:ilvl="0" w:tplc="0322986E">
      <w:start w:val="1"/>
      <w:numFmt w:val="upperLetter"/>
      <w:lvlText w:val="%1."/>
      <w:lvlJc w:val="left"/>
      <w:pPr>
        <w:ind w:left="9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6" w:hanging="360"/>
      </w:pPr>
    </w:lvl>
    <w:lvl w:ilvl="2" w:tplc="0409001B" w:tentative="1">
      <w:start w:val="1"/>
      <w:numFmt w:val="lowerRoman"/>
      <w:lvlText w:val="%3."/>
      <w:lvlJc w:val="right"/>
      <w:pPr>
        <w:ind w:left="2346" w:hanging="180"/>
      </w:pPr>
    </w:lvl>
    <w:lvl w:ilvl="3" w:tplc="0409000F" w:tentative="1">
      <w:start w:val="1"/>
      <w:numFmt w:val="decimal"/>
      <w:lvlText w:val="%4."/>
      <w:lvlJc w:val="left"/>
      <w:pPr>
        <w:ind w:left="3066" w:hanging="360"/>
      </w:pPr>
    </w:lvl>
    <w:lvl w:ilvl="4" w:tplc="04090019" w:tentative="1">
      <w:start w:val="1"/>
      <w:numFmt w:val="lowerLetter"/>
      <w:lvlText w:val="%5."/>
      <w:lvlJc w:val="left"/>
      <w:pPr>
        <w:ind w:left="3786" w:hanging="360"/>
      </w:pPr>
    </w:lvl>
    <w:lvl w:ilvl="5" w:tplc="0409001B" w:tentative="1">
      <w:start w:val="1"/>
      <w:numFmt w:val="lowerRoman"/>
      <w:lvlText w:val="%6."/>
      <w:lvlJc w:val="right"/>
      <w:pPr>
        <w:ind w:left="4506" w:hanging="180"/>
      </w:pPr>
    </w:lvl>
    <w:lvl w:ilvl="6" w:tplc="0409000F" w:tentative="1">
      <w:start w:val="1"/>
      <w:numFmt w:val="decimal"/>
      <w:lvlText w:val="%7."/>
      <w:lvlJc w:val="left"/>
      <w:pPr>
        <w:ind w:left="5226" w:hanging="360"/>
      </w:pPr>
    </w:lvl>
    <w:lvl w:ilvl="7" w:tplc="04090019" w:tentative="1">
      <w:start w:val="1"/>
      <w:numFmt w:val="lowerLetter"/>
      <w:lvlText w:val="%8."/>
      <w:lvlJc w:val="left"/>
      <w:pPr>
        <w:ind w:left="5946" w:hanging="360"/>
      </w:pPr>
    </w:lvl>
    <w:lvl w:ilvl="8" w:tplc="040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6" w15:restartNumberingAfterBreak="0">
    <w:nsid w:val="601D04B6"/>
    <w:multiLevelType w:val="singleLevel"/>
    <w:tmpl w:val="9B42DE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432"/>
      </w:pPr>
    </w:lvl>
  </w:abstractNum>
  <w:abstractNum w:abstractNumId="7" w15:restartNumberingAfterBreak="0">
    <w:nsid w:val="66812EC1"/>
    <w:multiLevelType w:val="hybridMultilevel"/>
    <w:tmpl w:val="1E761548"/>
    <w:lvl w:ilvl="0" w:tplc="7D745E1E">
      <w:start w:val="1"/>
      <w:numFmt w:val="upperLetter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956CBA3C">
      <w:start w:val="1"/>
      <w:numFmt w:val="decimal"/>
      <w:lvlText w:val="%2.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974540D"/>
    <w:multiLevelType w:val="hybridMultilevel"/>
    <w:tmpl w:val="B9CEC84C"/>
    <w:lvl w:ilvl="0" w:tplc="182EE1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5123C0"/>
    <w:multiLevelType w:val="hybridMultilevel"/>
    <w:tmpl w:val="F920C67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8938886">
    <w:abstractNumId w:val="1"/>
  </w:num>
  <w:num w:numId="2" w16cid:durableId="510989536">
    <w:abstractNumId w:val="0"/>
  </w:num>
  <w:num w:numId="3" w16cid:durableId="912004211">
    <w:abstractNumId w:val="6"/>
  </w:num>
  <w:num w:numId="4" w16cid:durableId="1013145547">
    <w:abstractNumId w:val="2"/>
  </w:num>
  <w:num w:numId="5" w16cid:durableId="999693682">
    <w:abstractNumId w:val="7"/>
  </w:num>
  <w:num w:numId="6" w16cid:durableId="221717437">
    <w:abstractNumId w:val="8"/>
  </w:num>
  <w:num w:numId="7" w16cid:durableId="1430732591">
    <w:abstractNumId w:val="3"/>
  </w:num>
  <w:num w:numId="8" w16cid:durableId="1446466479">
    <w:abstractNumId w:val="4"/>
  </w:num>
  <w:num w:numId="9" w16cid:durableId="1259362242">
    <w:abstractNumId w:val="5"/>
  </w:num>
  <w:num w:numId="10" w16cid:durableId="8542222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A1"/>
    <w:rsid w:val="000039DE"/>
    <w:rsid w:val="00007891"/>
    <w:rsid w:val="0002492C"/>
    <w:rsid w:val="00050995"/>
    <w:rsid w:val="000621B0"/>
    <w:rsid w:val="000653AF"/>
    <w:rsid w:val="00065684"/>
    <w:rsid w:val="00073D9E"/>
    <w:rsid w:val="0008695C"/>
    <w:rsid w:val="000924AB"/>
    <w:rsid w:val="00094DE0"/>
    <w:rsid w:val="000A4324"/>
    <w:rsid w:val="000B1105"/>
    <w:rsid w:val="000C5628"/>
    <w:rsid w:val="000D37B4"/>
    <w:rsid w:val="000D471E"/>
    <w:rsid w:val="000E559E"/>
    <w:rsid w:val="001072D8"/>
    <w:rsid w:val="001316BC"/>
    <w:rsid w:val="0013366A"/>
    <w:rsid w:val="0013732F"/>
    <w:rsid w:val="00142463"/>
    <w:rsid w:val="001442CE"/>
    <w:rsid w:val="00145168"/>
    <w:rsid w:val="00146902"/>
    <w:rsid w:val="00157901"/>
    <w:rsid w:val="001755CB"/>
    <w:rsid w:val="00181B56"/>
    <w:rsid w:val="00195C2E"/>
    <w:rsid w:val="001A03FF"/>
    <w:rsid w:val="001A57B6"/>
    <w:rsid w:val="001B2D95"/>
    <w:rsid w:val="001E165F"/>
    <w:rsid w:val="001E1E7E"/>
    <w:rsid w:val="001E2C54"/>
    <w:rsid w:val="0020112B"/>
    <w:rsid w:val="00202E9B"/>
    <w:rsid w:val="00211AD8"/>
    <w:rsid w:val="002137C2"/>
    <w:rsid w:val="00220BA4"/>
    <w:rsid w:val="00226E32"/>
    <w:rsid w:val="00237121"/>
    <w:rsid w:val="002377BF"/>
    <w:rsid w:val="00247235"/>
    <w:rsid w:val="002659C4"/>
    <w:rsid w:val="00273586"/>
    <w:rsid w:val="002736C6"/>
    <w:rsid w:val="00277421"/>
    <w:rsid w:val="0029740D"/>
    <w:rsid w:val="002B1B70"/>
    <w:rsid w:val="002C41A2"/>
    <w:rsid w:val="002F0573"/>
    <w:rsid w:val="00300EC4"/>
    <w:rsid w:val="00310B23"/>
    <w:rsid w:val="00351CB8"/>
    <w:rsid w:val="00353D31"/>
    <w:rsid w:val="0036329A"/>
    <w:rsid w:val="00382580"/>
    <w:rsid w:val="003911D4"/>
    <w:rsid w:val="003A4622"/>
    <w:rsid w:val="003B3A7B"/>
    <w:rsid w:val="003C3525"/>
    <w:rsid w:val="003C6AFF"/>
    <w:rsid w:val="003D50FF"/>
    <w:rsid w:val="003D65DB"/>
    <w:rsid w:val="003E1D91"/>
    <w:rsid w:val="004057CE"/>
    <w:rsid w:val="004142BF"/>
    <w:rsid w:val="00416889"/>
    <w:rsid w:val="004306A9"/>
    <w:rsid w:val="004326AC"/>
    <w:rsid w:val="00446615"/>
    <w:rsid w:val="00450FC2"/>
    <w:rsid w:val="00456A7A"/>
    <w:rsid w:val="00466996"/>
    <w:rsid w:val="00480D8B"/>
    <w:rsid w:val="00482E86"/>
    <w:rsid w:val="004A202F"/>
    <w:rsid w:val="004C727C"/>
    <w:rsid w:val="004E7E78"/>
    <w:rsid w:val="004F3794"/>
    <w:rsid w:val="004F45E9"/>
    <w:rsid w:val="00524A96"/>
    <w:rsid w:val="005254DC"/>
    <w:rsid w:val="00537BB0"/>
    <w:rsid w:val="0054527C"/>
    <w:rsid w:val="00560838"/>
    <w:rsid w:val="00560BCA"/>
    <w:rsid w:val="00580FF8"/>
    <w:rsid w:val="00583F0C"/>
    <w:rsid w:val="0059538F"/>
    <w:rsid w:val="005B0C07"/>
    <w:rsid w:val="005B5701"/>
    <w:rsid w:val="005D33D2"/>
    <w:rsid w:val="005F70F7"/>
    <w:rsid w:val="005F774C"/>
    <w:rsid w:val="00617CEE"/>
    <w:rsid w:val="00627AB9"/>
    <w:rsid w:val="00630D87"/>
    <w:rsid w:val="00634FA4"/>
    <w:rsid w:val="006351CC"/>
    <w:rsid w:val="0063704D"/>
    <w:rsid w:val="00657352"/>
    <w:rsid w:val="00671057"/>
    <w:rsid w:val="00673667"/>
    <w:rsid w:val="0068457C"/>
    <w:rsid w:val="006860E1"/>
    <w:rsid w:val="006909B7"/>
    <w:rsid w:val="00695BE5"/>
    <w:rsid w:val="006A4067"/>
    <w:rsid w:val="006B503F"/>
    <w:rsid w:val="006B66AA"/>
    <w:rsid w:val="006E1958"/>
    <w:rsid w:val="006F18B3"/>
    <w:rsid w:val="006F7339"/>
    <w:rsid w:val="00730CFD"/>
    <w:rsid w:val="00736B60"/>
    <w:rsid w:val="00746C0F"/>
    <w:rsid w:val="007651A3"/>
    <w:rsid w:val="00773D7F"/>
    <w:rsid w:val="00776626"/>
    <w:rsid w:val="007872FE"/>
    <w:rsid w:val="007965E4"/>
    <w:rsid w:val="007B0141"/>
    <w:rsid w:val="007B3D3B"/>
    <w:rsid w:val="007C4202"/>
    <w:rsid w:val="007D11B4"/>
    <w:rsid w:val="007E0750"/>
    <w:rsid w:val="007E6B2D"/>
    <w:rsid w:val="007F65FB"/>
    <w:rsid w:val="0081501A"/>
    <w:rsid w:val="00836267"/>
    <w:rsid w:val="008367BD"/>
    <w:rsid w:val="00863165"/>
    <w:rsid w:val="00863334"/>
    <w:rsid w:val="00874661"/>
    <w:rsid w:val="0088484D"/>
    <w:rsid w:val="0089240B"/>
    <w:rsid w:val="00895CB1"/>
    <w:rsid w:val="008A141F"/>
    <w:rsid w:val="008A585B"/>
    <w:rsid w:val="008B4E6B"/>
    <w:rsid w:val="008B7D02"/>
    <w:rsid w:val="008D333D"/>
    <w:rsid w:val="008D71CC"/>
    <w:rsid w:val="008E62D9"/>
    <w:rsid w:val="009009FA"/>
    <w:rsid w:val="009106A1"/>
    <w:rsid w:val="00913C55"/>
    <w:rsid w:val="009141C8"/>
    <w:rsid w:val="0091649A"/>
    <w:rsid w:val="00952439"/>
    <w:rsid w:val="00957FEF"/>
    <w:rsid w:val="009641A0"/>
    <w:rsid w:val="00992DF6"/>
    <w:rsid w:val="00997695"/>
    <w:rsid w:val="009A4CC3"/>
    <w:rsid w:val="009B034C"/>
    <w:rsid w:val="009B660C"/>
    <w:rsid w:val="009C23C2"/>
    <w:rsid w:val="009D176E"/>
    <w:rsid w:val="009D26FC"/>
    <w:rsid w:val="009E28C1"/>
    <w:rsid w:val="00A01D02"/>
    <w:rsid w:val="00A038A6"/>
    <w:rsid w:val="00A051A5"/>
    <w:rsid w:val="00A23E64"/>
    <w:rsid w:val="00A25A7B"/>
    <w:rsid w:val="00A637C8"/>
    <w:rsid w:val="00A742BE"/>
    <w:rsid w:val="00A7523F"/>
    <w:rsid w:val="00A8072E"/>
    <w:rsid w:val="00A91B1F"/>
    <w:rsid w:val="00AA08CD"/>
    <w:rsid w:val="00AB3352"/>
    <w:rsid w:val="00AB775D"/>
    <w:rsid w:val="00AF4786"/>
    <w:rsid w:val="00B05A14"/>
    <w:rsid w:val="00B062E7"/>
    <w:rsid w:val="00B063C1"/>
    <w:rsid w:val="00B07B64"/>
    <w:rsid w:val="00B158A2"/>
    <w:rsid w:val="00B36815"/>
    <w:rsid w:val="00B466EE"/>
    <w:rsid w:val="00B557CE"/>
    <w:rsid w:val="00B90403"/>
    <w:rsid w:val="00B97667"/>
    <w:rsid w:val="00BA16C5"/>
    <w:rsid w:val="00BD58BA"/>
    <w:rsid w:val="00BE2A56"/>
    <w:rsid w:val="00C02E00"/>
    <w:rsid w:val="00C0547D"/>
    <w:rsid w:val="00C27033"/>
    <w:rsid w:val="00C310BD"/>
    <w:rsid w:val="00C321F2"/>
    <w:rsid w:val="00C40E3D"/>
    <w:rsid w:val="00C4252F"/>
    <w:rsid w:val="00C45C83"/>
    <w:rsid w:val="00C76894"/>
    <w:rsid w:val="00C96503"/>
    <w:rsid w:val="00C9777A"/>
    <w:rsid w:val="00CA486F"/>
    <w:rsid w:val="00CC0C81"/>
    <w:rsid w:val="00CC1BA4"/>
    <w:rsid w:val="00CD37BA"/>
    <w:rsid w:val="00CD64C2"/>
    <w:rsid w:val="00CD7F98"/>
    <w:rsid w:val="00CE51E5"/>
    <w:rsid w:val="00D03588"/>
    <w:rsid w:val="00D10BEE"/>
    <w:rsid w:val="00D120A7"/>
    <w:rsid w:val="00D135C5"/>
    <w:rsid w:val="00D14432"/>
    <w:rsid w:val="00D2032D"/>
    <w:rsid w:val="00D44AB9"/>
    <w:rsid w:val="00D60ADC"/>
    <w:rsid w:val="00D62B32"/>
    <w:rsid w:val="00D708B8"/>
    <w:rsid w:val="00D75D4C"/>
    <w:rsid w:val="00D90217"/>
    <w:rsid w:val="00D92217"/>
    <w:rsid w:val="00DB1D61"/>
    <w:rsid w:val="00DB5022"/>
    <w:rsid w:val="00DC4CF1"/>
    <w:rsid w:val="00DC5A7D"/>
    <w:rsid w:val="00DD3693"/>
    <w:rsid w:val="00DD753D"/>
    <w:rsid w:val="00DE1AB6"/>
    <w:rsid w:val="00DE4068"/>
    <w:rsid w:val="00DF47B8"/>
    <w:rsid w:val="00E25D51"/>
    <w:rsid w:val="00E262F2"/>
    <w:rsid w:val="00E27915"/>
    <w:rsid w:val="00E34698"/>
    <w:rsid w:val="00E37AE4"/>
    <w:rsid w:val="00E45937"/>
    <w:rsid w:val="00E610AA"/>
    <w:rsid w:val="00E62C40"/>
    <w:rsid w:val="00E636D9"/>
    <w:rsid w:val="00E70971"/>
    <w:rsid w:val="00E717EF"/>
    <w:rsid w:val="00E869F3"/>
    <w:rsid w:val="00E86FF9"/>
    <w:rsid w:val="00E916CF"/>
    <w:rsid w:val="00ED4E5A"/>
    <w:rsid w:val="00EE09BC"/>
    <w:rsid w:val="00EF0CED"/>
    <w:rsid w:val="00F051B2"/>
    <w:rsid w:val="00F23859"/>
    <w:rsid w:val="00F24B63"/>
    <w:rsid w:val="00F40500"/>
    <w:rsid w:val="00F432F2"/>
    <w:rsid w:val="00F82E98"/>
    <w:rsid w:val="00F84D15"/>
    <w:rsid w:val="00F87EA6"/>
    <w:rsid w:val="00FA3925"/>
    <w:rsid w:val="00FB0EF9"/>
    <w:rsid w:val="00FB4A9C"/>
    <w:rsid w:val="00FC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86993C"/>
  <w14:defaultImageDpi w14:val="32767"/>
  <w15:docId w15:val="{31A01D45-D355-4BAF-9045-78081C6F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6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60C"/>
  </w:style>
  <w:style w:type="paragraph" w:styleId="Footer">
    <w:name w:val="footer"/>
    <w:basedOn w:val="Normal"/>
    <w:link w:val="FooterChar"/>
    <w:uiPriority w:val="99"/>
    <w:unhideWhenUsed/>
    <w:rsid w:val="009B66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60C"/>
  </w:style>
  <w:style w:type="character" w:customStyle="1" w:styleId="apple-converted-space">
    <w:name w:val="apple-converted-space"/>
    <w:basedOn w:val="DefaultParagraphFont"/>
    <w:rsid w:val="007D11B4"/>
  </w:style>
  <w:style w:type="character" w:styleId="Hyperlink">
    <w:name w:val="Hyperlink"/>
    <w:basedOn w:val="DefaultParagraphFont"/>
    <w:uiPriority w:val="99"/>
    <w:semiHidden/>
    <w:unhideWhenUsed/>
    <w:rsid w:val="007D11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C8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73A8"/>
    <w:pPr>
      <w:ind w:left="720"/>
      <w:contextualSpacing/>
    </w:pPr>
  </w:style>
  <w:style w:type="paragraph" w:styleId="NoSpacing">
    <w:name w:val="No Spacing"/>
    <w:uiPriority w:val="1"/>
    <w:qFormat/>
    <w:rsid w:val="00086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lerd44\AppData\Local\Microsoft\Windows\Temporary%20Internet%20Files\Content.Outlook\YUS3839A\MSHP%20Letterhead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DCD44-D5D9-4EEA-85B2-2C3526C2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C:\Users\millerd44\AppData\Local\Microsoft\Windows\Temporary Internet Files\Content.Outlook\YUS3839A\MSHP Letterhead (2).dotx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Miller, Dominick (DNR)</dc:creator>
  <cp:lastModifiedBy>Miller, Dominick (DNR)</cp:lastModifiedBy>
  <cp:revision>2</cp:revision>
  <cp:lastPrinted>2025-07-17T12:56:00Z</cp:lastPrinted>
  <dcterms:created xsi:type="dcterms:W3CDTF">2025-07-17T13:45:00Z</dcterms:created>
  <dcterms:modified xsi:type="dcterms:W3CDTF">2025-07-17T13:45:00Z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46dfe0-534f-4c95-815c-5b1af86b9823_Enabled">
    <vt:lpwstr>true</vt:lpwstr>
  </property>
  <property fmtid="{D5CDD505-2E9C-101B-9397-08002B2CF9AE}" pid="3" name="MSIP_Label_2f46dfe0-534f-4c95-815c-5b1af86b9823_SetDate">
    <vt:lpwstr>2021-06-08T18:58:49Z</vt:lpwstr>
  </property>
  <property fmtid="{D5CDD505-2E9C-101B-9397-08002B2CF9AE}" pid="4" name="MSIP_Label_2f46dfe0-534f-4c95-815c-5b1af86b9823_Method">
    <vt:lpwstr>Privileged</vt:lpwstr>
  </property>
  <property fmtid="{D5CDD505-2E9C-101B-9397-08002B2CF9AE}" pid="5" name="MSIP_Label_2f46dfe0-534f-4c95-815c-5b1af86b9823_Name">
    <vt:lpwstr>2f46dfe0-534f-4c95-815c-5b1af86b9823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ActionId">
    <vt:lpwstr>17a7d8b7-8e56-465d-9b42-1dc2e24d5353</vt:lpwstr>
  </property>
  <property fmtid="{D5CDD505-2E9C-101B-9397-08002B2CF9AE}" pid="8" name="MSIP_Label_2f46dfe0-534f-4c95-815c-5b1af86b9823_ContentBits">
    <vt:lpwstr>0</vt:lpwstr>
  </property>
</Properties>
</file>